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A26" w:rsidRPr="006656CF" w:rsidRDefault="008D0A26" w:rsidP="005C4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На основу чл. 116 и чл. 117 Закона о основама система образовања и васпитања ( Службени гласник РС, бр. 88/17), и чл. 32 ст.1 тач. 21 Статута града Врања ( Службени гласник града Врања </w:t>
      </w:r>
      <w:r w:rsidRPr="005C43F1">
        <w:rPr>
          <w:sz w:val="22"/>
          <w:szCs w:val="22"/>
        </w:rPr>
        <w:t>бр. 3/17, 8/17 и 27/17</w:t>
      </w:r>
      <w:r w:rsidRPr="00E76D47">
        <w:rPr>
          <w:sz w:val="22"/>
          <w:szCs w:val="22"/>
        </w:rPr>
        <w:t xml:space="preserve">), Скупштина града Врања, на седници </w:t>
      </w:r>
      <w:r>
        <w:rPr>
          <w:sz w:val="22"/>
          <w:szCs w:val="22"/>
        </w:rPr>
        <w:t>одржаној дана 01.03.2018. г</w:t>
      </w:r>
      <w:r w:rsidRPr="00E76D47">
        <w:rPr>
          <w:sz w:val="22"/>
          <w:szCs w:val="22"/>
        </w:rPr>
        <w:t>одине</w:t>
      </w:r>
      <w:r w:rsidRPr="006656CF">
        <w:rPr>
          <w:b/>
          <w:sz w:val="22"/>
          <w:szCs w:val="22"/>
        </w:rPr>
        <w:t>,</w:t>
      </w:r>
      <w:r>
        <w:rPr>
          <w:sz w:val="22"/>
          <w:szCs w:val="22"/>
        </w:rPr>
        <w:t xml:space="preserve"> доноси:</w:t>
      </w:r>
    </w:p>
    <w:p w:rsidR="008D0A26" w:rsidRPr="00941AF2" w:rsidRDefault="008D0A26" w:rsidP="006656CF"/>
    <w:p w:rsidR="008D0A26" w:rsidRDefault="008D0A26" w:rsidP="006656CF"/>
    <w:p w:rsidR="008D0A26" w:rsidRPr="006656CF" w:rsidRDefault="008D0A26" w:rsidP="006656CF">
      <w:pPr>
        <w:jc w:val="center"/>
        <w:rPr>
          <w:b/>
        </w:rPr>
      </w:pPr>
    </w:p>
    <w:p w:rsidR="008D0A26" w:rsidRPr="006656CF" w:rsidRDefault="008D0A26" w:rsidP="006656CF">
      <w:pPr>
        <w:tabs>
          <w:tab w:val="left" w:pos="3630"/>
        </w:tabs>
        <w:jc w:val="center"/>
        <w:rPr>
          <w:b/>
        </w:rPr>
      </w:pPr>
      <w:r w:rsidRPr="006656CF">
        <w:rPr>
          <w:b/>
        </w:rPr>
        <w:t>Р Е Ш Е Њ Е</w:t>
      </w:r>
    </w:p>
    <w:p w:rsidR="008D0A26" w:rsidRDefault="008D0A26" w:rsidP="006656CF">
      <w:pPr>
        <w:tabs>
          <w:tab w:val="left" w:pos="3630"/>
        </w:tabs>
        <w:jc w:val="center"/>
        <w:rPr>
          <w:b/>
        </w:rPr>
      </w:pPr>
      <w:r w:rsidRPr="006656CF">
        <w:rPr>
          <w:b/>
        </w:rPr>
        <w:t>О РАЗРЕШЕЊУ ПОЈЕДИНИХ ЧЛАНОВА ШКОЛСКИХ ОДБОРА ОСНОВНИХ ШКОЛА НА ТЕРИТОРИЈИ ГРАДА ВРАЊА</w:t>
      </w:r>
    </w:p>
    <w:p w:rsidR="008D0A26" w:rsidRPr="006656CF" w:rsidRDefault="008D0A26" w:rsidP="006656CF"/>
    <w:p w:rsidR="008D0A26" w:rsidRPr="006656CF" w:rsidRDefault="008D0A26" w:rsidP="006656CF"/>
    <w:p w:rsidR="008D0A26" w:rsidRPr="00E76D47" w:rsidRDefault="008D0A26" w:rsidP="00E76D47">
      <w:pPr>
        <w:jc w:val="center"/>
      </w:pPr>
      <w:r>
        <w:t>I</w:t>
      </w:r>
    </w:p>
    <w:p w:rsidR="008D0A26" w:rsidRDefault="008D0A26" w:rsidP="006656CF"/>
    <w:p w:rsidR="008D0A26" w:rsidRPr="00DF6491" w:rsidRDefault="008D0A26" w:rsidP="006656CF">
      <w:pPr>
        <w:tabs>
          <w:tab w:val="left" w:pos="960"/>
        </w:tabs>
        <w:rPr>
          <w:b/>
        </w:rPr>
      </w:pPr>
      <w:r>
        <w:tab/>
      </w:r>
      <w:r w:rsidRPr="00DF6491">
        <w:rPr>
          <w:b/>
        </w:rPr>
        <w:t>У Школском одбору основне школе „ Јован Јовановић – Змај“, разрешавају се дужности члана Шк</w:t>
      </w:r>
      <w:r>
        <w:rPr>
          <w:b/>
        </w:rPr>
        <w:t>о</w:t>
      </w:r>
      <w:r w:rsidRPr="00DF6491">
        <w:rPr>
          <w:b/>
        </w:rPr>
        <w:t>лског одбора:</w:t>
      </w:r>
    </w:p>
    <w:p w:rsidR="008D0A26" w:rsidRDefault="008D0A26" w:rsidP="006656CF">
      <w:pPr>
        <w:tabs>
          <w:tab w:val="left" w:pos="960"/>
        </w:tabs>
      </w:pPr>
    </w:p>
    <w:p w:rsidR="008D0A26" w:rsidRDefault="008D0A26" w:rsidP="006656CF">
      <w:pPr>
        <w:pStyle w:val="ListParagraph"/>
        <w:numPr>
          <w:ilvl w:val="0"/>
          <w:numId w:val="26"/>
        </w:numPr>
        <w:tabs>
          <w:tab w:val="left" w:pos="960"/>
        </w:tabs>
        <w:jc w:val="both"/>
      </w:pPr>
      <w:r>
        <w:t>Љиљана Спасић, професор разредне наставе из Врања, ул. Ренгенова бр. 18,представник локалне самоуправе, пре истека времена на које је именована.</w:t>
      </w:r>
    </w:p>
    <w:p w:rsidR="008D0A26" w:rsidRDefault="008D0A26" w:rsidP="006656CF">
      <w:pPr>
        <w:pStyle w:val="ListParagraph"/>
        <w:numPr>
          <w:ilvl w:val="0"/>
          <w:numId w:val="26"/>
        </w:numPr>
        <w:tabs>
          <w:tab w:val="left" w:pos="960"/>
        </w:tabs>
        <w:jc w:val="both"/>
      </w:pPr>
      <w:r>
        <w:t>Зоран Анђелковић, професор физичког васпитања из Врања, ул. Боре Станковића бр.7, представник локалне самоуправе, пре истека времена на које је именован.</w:t>
      </w:r>
    </w:p>
    <w:p w:rsidR="008D0A26" w:rsidRDefault="008D0A26" w:rsidP="006656CF">
      <w:pPr>
        <w:pStyle w:val="ListParagraph"/>
        <w:numPr>
          <w:ilvl w:val="0"/>
          <w:numId w:val="26"/>
        </w:numPr>
        <w:tabs>
          <w:tab w:val="left" w:pos="960"/>
        </w:tabs>
        <w:jc w:val="both"/>
      </w:pPr>
      <w:r>
        <w:t>Мирјана Тасић, инг. информатике из Врања, представник локалне самоуправе, пре истека времена на које је именована.</w:t>
      </w:r>
    </w:p>
    <w:p w:rsidR="008D0A26" w:rsidRDefault="008D0A26" w:rsidP="00DC0BCF">
      <w:pPr>
        <w:pStyle w:val="ListParagraph"/>
        <w:tabs>
          <w:tab w:val="left" w:pos="960"/>
        </w:tabs>
        <w:jc w:val="both"/>
      </w:pPr>
    </w:p>
    <w:p w:rsidR="008D0A26" w:rsidRPr="00DC0BCF" w:rsidRDefault="008D0A26" w:rsidP="00DC0BCF"/>
    <w:p w:rsidR="008D0A26" w:rsidRPr="00E76D47" w:rsidRDefault="008D0A26" w:rsidP="00E76D47">
      <w:pPr>
        <w:jc w:val="center"/>
      </w:pPr>
      <w:r>
        <w:t>II</w:t>
      </w:r>
    </w:p>
    <w:p w:rsidR="008D0A26" w:rsidRDefault="008D0A26" w:rsidP="00DC0BCF"/>
    <w:p w:rsidR="008D0A26" w:rsidRPr="00DF6491" w:rsidRDefault="008D0A26" w:rsidP="00DC0BCF">
      <w:pPr>
        <w:rPr>
          <w:b/>
        </w:rPr>
      </w:pPr>
    </w:p>
    <w:p w:rsidR="008D0A26" w:rsidRPr="00DF6491" w:rsidRDefault="008D0A26" w:rsidP="00DC0BCF">
      <w:pPr>
        <w:ind w:firstLine="720"/>
        <w:rPr>
          <w:b/>
        </w:rPr>
      </w:pPr>
      <w:r w:rsidRPr="00DF6491">
        <w:rPr>
          <w:b/>
        </w:rPr>
        <w:t>У  Школском одбору основне школе „ 1.Мај“ Вртогош, разрешавају се дужности члана школског одбора:</w:t>
      </w:r>
    </w:p>
    <w:p w:rsidR="008D0A26" w:rsidRDefault="008D0A26" w:rsidP="00DC0BCF">
      <w:pPr>
        <w:pStyle w:val="ListParagraph"/>
        <w:numPr>
          <w:ilvl w:val="0"/>
          <w:numId w:val="27"/>
        </w:numPr>
        <w:jc w:val="both"/>
      </w:pPr>
      <w:r>
        <w:t>Драгољуб Станковић, професор машинства из с, Вртогош, представник локалне самоуправе, пре истека времена на које је именован.</w:t>
      </w:r>
    </w:p>
    <w:p w:rsidR="008D0A26" w:rsidRDefault="008D0A26" w:rsidP="00DC0BCF">
      <w:pPr>
        <w:pStyle w:val="ListParagraph"/>
        <w:numPr>
          <w:ilvl w:val="0"/>
          <w:numId w:val="27"/>
        </w:numPr>
        <w:jc w:val="both"/>
      </w:pPr>
      <w:r>
        <w:t>Трифун Ристић, радник из Врања, ул. Раде Кончара бр. 14, представник локалне самоуправе, пре истека времена на које је именован.</w:t>
      </w:r>
    </w:p>
    <w:p w:rsidR="008D0A26" w:rsidRDefault="008D0A26" w:rsidP="00DC0BCF">
      <w:pPr>
        <w:pStyle w:val="ListParagraph"/>
        <w:numPr>
          <w:ilvl w:val="0"/>
          <w:numId w:val="27"/>
        </w:numPr>
        <w:jc w:val="both"/>
      </w:pPr>
      <w:r>
        <w:t xml:space="preserve">Дејан Станковић, електротехничар из с. Вртогош, представник локалне самоуправе, пре истека времена на које је именован. </w:t>
      </w:r>
    </w:p>
    <w:p w:rsidR="008D0A26" w:rsidRDefault="008D0A26" w:rsidP="00DC0BCF">
      <w:pPr>
        <w:pStyle w:val="ListParagraph"/>
        <w:ind w:left="1080"/>
        <w:jc w:val="both"/>
      </w:pPr>
    </w:p>
    <w:p w:rsidR="008D0A26" w:rsidRDefault="008D0A26" w:rsidP="00E76D47">
      <w:pPr>
        <w:pStyle w:val="ListParagraph"/>
        <w:tabs>
          <w:tab w:val="left" w:pos="4620"/>
        </w:tabs>
        <w:ind w:left="1080"/>
        <w:jc w:val="both"/>
      </w:pPr>
      <w:r>
        <w:tab/>
        <w:t>III</w:t>
      </w:r>
    </w:p>
    <w:p w:rsidR="008D0A26" w:rsidRPr="00DF6491" w:rsidRDefault="008D0A26" w:rsidP="00E76D47">
      <w:pPr>
        <w:pStyle w:val="ListParagraph"/>
        <w:tabs>
          <w:tab w:val="left" w:pos="4620"/>
        </w:tabs>
        <w:ind w:left="1080"/>
        <w:jc w:val="both"/>
        <w:rPr>
          <w:b/>
        </w:rPr>
      </w:pPr>
    </w:p>
    <w:p w:rsidR="008D0A26" w:rsidRPr="00DF6491" w:rsidRDefault="008D0A26" w:rsidP="00DC0BCF">
      <w:pPr>
        <w:jc w:val="both"/>
        <w:rPr>
          <w:b/>
        </w:rPr>
      </w:pPr>
      <w:r w:rsidRPr="00DF6491">
        <w:rPr>
          <w:b/>
        </w:rPr>
        <w:t xml:space="preserve">             У Школском одбору основне школе Краљ Петар I Ослободилац из с. Корбевац, разрешавају се дужности члана школског одбора:</w:t>
      </w:r>
    </w:p>
    <w:p w:rsidR="008D0A26" w:rsidRDefault="008D0A26" w:rsidP="00E76D47">
      <w:pPr>
        <w:pStyle w:val="ListParagraph"/>
        <w:numPr>
          <w:ilvl w:val="0"/>
          <w:numId w:val="29"/>
        </w:numPr>
        <w:jc w:val="both"/>
      </w:pPr>
      <w:r>
        <w:t>Миле Стоиљковић, проф.разредне наставе из Врања, ул. Марка Краљевића бр. 30, представник локалне самоуправе, пре истека времена на које је именован.</w:t>
      </w:r>
    </w:p>
    <w:p w:rsidR="008D0A26" w:rsidRDefault="008D0A26" w:rsidP="00E76D47">
      <w:pPr>
        <w:pStyle w:val="ListParagraph"/>
        <w:numPr>
          <w:ilvl w:val="0"/>
          <w:numId w:val="29"/>
        </w:numPr>
        <w:jc w:val="both"/>
      </w:pPr>
      <w:r>
        <w:t>Игор Костадиновић, дипл. правник из с. Крива феја, представник локалне самоуправе, пре истека времена на које је именован.</w:t>
      </w:r>
    </w:p>
    <w:p w:rsidR="008D0A26" w:rsidRPr="00941AF2" w:rsidRDefault="008D0A26" w:rsidP="00941AF2">
      <w:pPr>
        <w:pStyle w:val="ListParagraph"/>
        <w:numPr>
          <w:ilvl w:val="0"/>
          <w:numId w:val="29"/>
        </w:numPr>
        <w:jc w:val="both"/>
      </w:pPr>
      <w:r>
        <w:t>Драган Јовановић, проф.разредне наставе из Врања, ул. Т. Костића бр. 2, представник локалне самоуправе, пре истека времена на које је именован.</w:t>
      </w:r>
    </w:p>
    <w:p w:rsidR="008D0A26" w:rsidRDefault="008D0A26" w:rsidP="00E76D47">
      <w:pPr>
        <w:pStyle w:val="ListParagraph"/>
        <w:jc w:val="both"/>
      </w:pPr>
    </w:p>
    <w:p w:rsidR="008D0A26" w:rsidRDefault="008D0A26" w:rsidP="00E76D47">
      <w:pPr>
        <w:jc w:val="center"/>
      </w:pPr>
      <w:r>
        <w:t>IV</w:t>
      </w:r>
    </w:p>
    <w:p w:rsidR="008D0A26" w:rsidRPr="00E76D47" w:rsidRDefault="008D0A26" w:rsidP="00E76D47">
      <w:pPr>
        <w:jc w:val="center"/>
      </w:pPr>
    </w:p>
    <w:p w:rsidR="008D0A26" w:rsidRPr="00DF6491" w:rsidRDefault="008D0A26" w:rsidP="00E76D47">
      <w:pPr>
        <w:ind w:firstLine="720"/>
        <w:rPr>
          <w:b/>
        </w:rPr>
      </w:pPr>
      <w:r w:rsidRPr="00DF6491">
        <w:rPr>
          <w:b/>
        </w:rPr>
        <w:t>У Школском одбору основне школе „ Светозар Марковић из Врања, разрешава се дужности члана школског одбора:</w:t>
      </w:r>
    </w:p>
    <w:p w:rsidR="008D0A26" w:rsidRDefault="008D0A26" w:rsidP="00E76D47">
      <w:pPr>
        <w:ind w:firstLine="720"/>
      </w:pPr>
    </w:p>
    <w:p w:rsidR="008D0A26" w:rsidRDefault="008D0A26" w:rsidP="00E76D47">
      <w:pPr>
        <w:pStyle w:val="ListParagraph"/>
        <w:numPr>
          <w:ilvl w:val="0"/>
          <w:numId w:val="30"/>
        </w:numPr>
        <w:jc w:val="both"/>
      </w:pPr>
      <w:r>
        <w:t>Маја Додић, наставник стручних предмета из Врања, ул. Партизански пут бр. 108, представник локалне самоуправе, пре истека времена на које именована.</w:t>
      </w:r>
    </w:p>
    <w:p w:rsidR="008D0A26" w:rsidRPr="00E76D47" w:rsidRDefault="008D0A26" w:rsidP="00E76D47"/>
    <w:p w:rsidR="008D0A26" w:rsidRPr="00E76D47" w:rsidRDefault="008D0A26" w:rsidP="00E76D47"/>
    <w:p w:rsidR="008D0A26" w:rsidRPr="00E76D47" w:rsidRDefault="008D0A26" w:rsidP="00E76D47"/>
    <w:p w:rsidR="008D0A26" w:rsidRDefault="008D0A26" w:rsidP="003E4496">
      <w:pPr>
        <w:jc w:val="center"/>
      </w:pPr>
      <w:r>
        <w:t>V</w:t>
      </w:r>
    </w:p>
    <w:p w:rsidR="008D0A26" w:rsidRPr="003E4496" w:rsidRDefault="008D0A26" w:rsidP="003E4496">
      <w:pPr>
        <w:jc w:val="center"/>
      </w:pPr>
    </w:p>
    <w:p w:rsidR="008D0A26" w:rsidRPr="003E4496" w:rsidRDefault="008D0A26" w:rsidP="003E4496">
      <w:pPr>
        <w:jc w:val="center"/>
      </w:pPr>
      <w:r>
        <w:t>Решење ступа на снагу даном доношења и објавиће се у Службеном гласнику града Врања</w:t>
      </w:r>
    </w:p>
    <w:p w:rsidR="008D0A26" w:rsidRPr="00E76D47" w:rsidRDefault="008D0A26" w:rsidP="00E76D47"/>
    <w:p w:rsidR="008D0A26" w:rsidRPr="00E76D47" w:rsidRDefault="008D0A26" w:rsidP="00E76D47"/>
    <w:p w:rsidR="008D0A26" w:rsidRDefault="008D0A26" w:rsidP="00E76D47"/>
    <w:p w:rsidR="008D0A26" w:rsidRDefault="008D0A26" w:rsidP="00E76D47"/>
    <w:p w:rsidR="008D0A26" w:rsidRPr="004054D1" w:rsidRDefault="008D0A26" w:rsidP="00E76D47">
      <w:pPr>
        <w:rPr>
          <w:sz w:val="22"/>
          <w:szCs w:val="22"/>
          <w:lang w:val="sr-Cyrl-CS"/>
        </w:rPr>
      </w:pPr>
    </w:p>
    <w:p w:rsidR="008D0A26" w:rsidRPr="004054D1" w:rsidRDefault="008D0A26" w:rsidP="00E76D47">
      <w:pPr>
        <w:jc w:val="center"/>
        <w:rPr>
          <w:b/>
          <w:sz w:val="22"/>
          <w:szCs w:val="22"/>
          <w:lang w:val="sr-Cyrl-CS"/>
        </w:rPr>
      </w:pPr>
      <w:r w:rsidRPr="004054D1">
        <w:rPr>
          <w:b/>
          <w:sz w:val="22"/>
          <w:szCs w:val="22"/>
          <w:lang w:val="sr-Cyrl-CS"/>
        </w:rPr>
        <w:t>СКУПШТИНА  ГРАДА ВРАЊА</w:t>
      </w:r>
    </w:p>
    <w:p w:rsidR="008D0A26" w:rsidRPr="004054D1" w:rsidRDefault="008D0A26" w:rsidP="00E76D47">
      <w:pPr>
        <w:jc w:val="center"/>
        <w:rPr>
          <w:b/>
          <w:sz w:val="22"/>
          <w:szCs w:val="22"/>
          <w:lang/>
        </w:rPr>
      </w:pPr>
      <w:r>
        <w:rPr>
          <w:b/>
          <w:sz w:val="22"/>
          <w:szCs w:val="22"/>
          <w:lang/>
        </w:rPr>
        <w:t>01.03.2018</w:t>
      </w:r>
      <w:r>
        <w:rPr>
          <w:b/>
          <w:sz w:val="22"/>
          <w:szCs w:val="22"/>
          <w:lang w:val="sr-Cyrl-CS"/>
        </w:rPr>
        <w:t xml:space="preserve">. године, број: </w:t>
      </w:r>
      <w:r>
        <w:rPr>
          <w:b/>
          <w:sz w:val="22"/>
          <w:szCs w:val="22"/>
          <w:lang/>
        </w:rPr>
        <w:t>02-47/2018-10</w:t>
      </w:r>
    </w:p>
    <w:p w:rsidR="008D0A26" w:rsidRPr="004054D1" w:rsidRDefault="008D0A26" w:rsidP="00E76D47">
      <w:pPr>
        <w:jc w:val="center"/>
        <w:rPr>
          <w:b/>
          <w:sz w:val="22"/>
          <w:szCs w:val="22"/>
          <w:lang w:val="sr-Cyrl-CS"/>
        </w:rPr>
      </w:pPr>
    </w:p>
    <w:p w:rsidR="008D0A26" w:rsidRPr="004054D1" w:rsidRDefault="008D0A26" w:rsidP="00E76D47">
      <w:pPr>
        <w:jc w:val="both"/>
        <w:rPr>
          <w:b/>
          <w:sz w:val="22"/>
          <w:szCs w:val="22"/>
          <w:lang w:val="sr-Cyrl-CS"/>
        </w:rPr>
      </w:pPr>
      <w:r w:rsidRPr="004054D1">
        <w:rPr>
          <w:b/>
          <w:sz w:val="22"/>
          <w:szCs w:val="22"/>
          <w:lang w:val="sr-Cyrl-CS"/>
        </w:rPr>
        <w:t xml:space="preserve">                                                            </w:t>
      </w:r>
    </w:p>
    <w:p w:rsidR="008D0A26" w:rsidRPr="004054D1" w:rsidRDefault="008D0A26" w:rsidP="00E76D47">
      <w:pPr>
        <w:jc w:val="both"/>
        <w:rPr>
          <w:b/>
          <w:sz w:val="22"/>
          <w:szCs w:val="22"/>
          <w:lang w:val="sr-Cyrl-CS"/>
        </w:rPr>
      </w:pPr>
      <w:r w:rsidRPr="004054D1">
        <w:rPr>
          <w:b/>
          <w:sz w:val="22"/>
          <w:szCs w:val="22"/>
          <w:lang w:val="sr-Cyrl-CS"/>
        </w:rPr>
        <w:t xml:space="preserve">                                                                      ПРЕДСЕДНИК СКУПШТИНЕ</w:t>
      </w:r>
    </w:p>
    <w:p w:rsidR="008D0A26" w:rsidRPr="004054D1" w:rsidRDefault="008D0A26" w:rsidP="00E76D47">
      <w:pPr>
        <w:jc w:val="both"/>
        <w:rPr>
          <w:b/>
          <w:sz w:val="22"/>
          <w:szCs w:val="22"/>
          <w:lang w:val="sr-Cyrl-CS"/>
        </w:rPr>
      </w:pPr>
      <w:r w:rsidRPr="004054D1">
        <w:rPr>
          <w:b/>
          <w:sz w:val="22"/>
          <w:szCs w:val="22"/>
          <w:lang w:val="sr-Cyrl-CS"/>
        </w:rPr>
        <w:t xml:space="preserve">                                                                       Дејан Тричковић,спец.двм</w:t>
      </w:r>
      <w:r w:rsidRPr="004054D1">
        <w:rPr>
          <w:b/>
          <w:lang w:val="sr-Cyrl-CS"/>
        </w:rPr>
        <w:t xml:space="preserve">          </w:t>
      </w:r>
    </w:p>
    <w:p w:rsidR="008D0A26" w:rsidRPr="004054D1" w:rsidRDefault="008D0A26" w:rsidP="00E76D47">
      <w:pPr>
        <w:jc w:val="both"/>
        <w:rPr>
          <w:b/>
          <w:sz w:val="22"/>
          <w:szCs w:val="22"/>
          <w:lang w:val="sr-Cyrl-CS"/>
        </w:rPr>
      </w:pPr>
    </w:p>
    <w:p w:rsidR="008D0A26" w:rsidRDefault="008D0A26" w:rsidP="00E76D47">
      <w:pPr>
        <w:jc w:val="center"/>
        <w:rPr>
          <w:rFonts w:ascii="Arial" w:hAnsi="Arial" w:cs="Arial"/>
          <w:b/>
          <w:sz w:val="22"/>
          <w:szCs w:val="22"/>
          <w:lang w:val="sr-Latn-CS"/>
        </w:rPr>
      </w:pPr>
    </w:p>
    <w:p w:rsidR="008D0A26" w:rsidRDefault="008D0A26" w:rsidP="00E76D47">
      <w:pPr>
        <w:jc w:val="center"/>
        <w:rPr>
          <w:rFonts w:ascii="Arial" w:hAnsi="Arial" w:cs="Arial"/>
          <w:b/>
          <w:sz w:val="22"/>
          <w:szCs w:val="22"/>
          <w:lang w:val="sr-Latn-CS"/>
        </w:rPr>
      </w:pPr>
    </w:p>
    <w:p w:rsidR="008D0A26" w:rsidRDefault="008D0A26" w:rsidP="00E76D47">
      <w:pPr>
        <w:jc w:val="center"/>
        <w:rPr>
          <w:rFonts w:ascii="Arial" w:hAnsi="Arial" w:cs="Arial"/>
          <w:b/>
          <w:sz w:val="22"/>
          <w:szCs w:val="22"/>
          <w:lang w:val="sr-Latn-CS"/>
        </w:rPr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Pr="00941AF2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Pr="006656CF" w:rsidRDefault="008D0A26" w:rsidP="005C4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На основу чл. 116 и чл. 117 Закона о основама система образовања и васпитања ( Службени гласник РС, бр. 88/17), и чл. 32 ст.1 тач. 21 Статута града Врања ( Службени гласник града Врања </w:t>
      </w:r>
      <w:r w:rsidRPr="003E4496">
        <w:rPr>
          <w:sz w:val="22"/>
          <w:szCs w:val="22"/>
        </w:rPr>
        <w:t>бр. 3/17, 8/17 и 27/17</w:t>
      </w:r>
      <w:r w:rsidRPr="00E76D47">
        <w:rPr>
          <w:sz w:val="22"/>
          <w:szCs w:val="22"/>
        </w:rPr>
        <w:t>), Скупштина града Врањ</w:t>
      </w:r>
      <w:r>
        <w:rPr>
          <w:sz w:val="22"/>
          <w:szCs w:val="22"/>
        </w:rPr>
        <w:t>а, на седници одржаној дана 01.03.</w:t>
      </w:r>
      <w:r w:rsidRPr="00E76D47">
        <w:rPr>
          <w:sz w:val="22"/>
          <w:szCs w:val="22"/>
        </w:rPr>
        <w:t xml:space="preserve">2018. </w:t>
      </w:r>
      <w:r>
        <w:rPr>
          <w:sz w:val="22"/>
          <w:szCs w:val="22"/>
        </w:rPr>
        <w:t>г</w:t>
      </w:r>
      <w:r w:rsidRPr="00E76D47">
        <w:rPr>
          <w:sz w:val="22"/>
          <w:szCs w:val="22"/>
        </w:rPr>
        <w:t>одине</w:t>
      </w:r>
      <w:r w:rsidRPr="006656CF">
        <w:rPr>
          <w:b/>
          <w:sz w:val="22"/>
          <w:szCs w:val="22"/>
        </w:rPr>
        <w:t>,</w:t>
      </w:r>
      <w:r>
        <w:rPr>
          <w:sz w:val="22"/>
          <w:szCs w:val="22"/>
        </w:rPr>
        <w:t xml:space="preserve"> доноси:</w:t>
      </w:r>
    </w:p>
    <w:p w:rsidR="008D0A26" w:rsidRPr="008E78A6" w:rsidRDefault="008D0A26" w:rsidP="005C43F1">
      <w:pPr>
        <w:jc w:val="both"/>
        <w:rPr>
          <w:sz w:val="22"/>
          <w:szCs w:val="22"/>
        </w:rPr>
      </w:pPr>
    </w:p>
    <w:p w:rsidR="008D0A26" w:rsidRPr="00941AF2" w:rsidRDefault="008D0A26" w:rsidP="003E4496"/>
    <w:p w:rsidR="008D0A26" w:rsidRPr="006656CF" w:rsidRDefault="008D0A26" w:rsidP="003E4496">
      <w:pPr>
        <w:jc w:val="center"/>
        <w:rPr>
          <w:b/>
        </w:rPr>
      </w:pPr>
    </w:p>
    <w:p w:rsidR="008D0A26" w:rsidRPr="006656CF" w:rsidRDefault="008D0A26" w:rsidP="003E4496">
      <w:pPr>
        <w:tabs>
          <w:tab w:val="left" w:pos="3630"/>
        </w:tabs>
        <w:jc w:val="center"/>
        <w:rPr>
          <w:b/>
        </w:rPr>
      </w:pPr>
      <w:r w:rsidRPr="006656CF">
        <w:rPr>
          <w:b/>
        </w:rPr>
        <w:t>Р Е Ш Е Њ Е</w:t>
      </w:r>
    </w:p>
    <w:p w:rsidR="008D0A26" w:rsidRDefault="008D0A26" w:rsidP="003E4496">
      <w:pPr>
        <w:tabs>
          <w:tab w:val="left" w:pos="3630"/>
        </w:tabs>
        <w:jc w:val="center"/>
        <w:rPr>
          <w:b/>
        </w:rPr>
      </w:pPr>
      <w:r w:rsidRPr="006656CF">
        <w:rPr>
          <w:b/>
        </w:rPr>
        <w:t xml:space="preserve">О РАЗРЕШЕЊУ ПОЈЕДИНИХ </w:t>
      </w:r>
      <w:r>
        <w:rPr>
          <w:b/>
        </w:rPr>
        <w:t>ЧЛАНОВА ШКОЛСКИХ ОДБОРА СРЕДЊИХ</w:t>
      </w:r>
      <w:r w:rsidRPr="006656CF">
        <w:rPr>
          <w:b/>
        </w:rPr>
        <w:t xml:space="preserve"> ШКОЛА НА ТЕРИТОРИЈИ ГРАДА ВРАЊА</w:t>
      </w:r>
    </w:p>
    <w:p w:rsidR="008D0A26" w:rsidRPr="006656CF" w:rsidRDefault="008D0A26" w:rsidP="003E4496"/>
    <w:p w:rsidR="008D0A26" w:rsidRPr="006656CF" w:rsidRDefault="008D0A26" w:rsidP="003E4496"/>
    <w:p w:rsidR="008D0A26" w:rsidRPr="00E76D47" w:rsidRDefault="008D0A26" w:rsidP="003E4496">
      <w:pPr>
        <w:jc w:val="center"/>
      </w:pPr>
      <w:r>
        <w:t>I</w:t>
      </w:r>
    </w:p>
    <w:p w:rsidR="008D0A26" w:rsidRPr="00DF6491" w:rsidRDefault="008D0A26" w:rsidP="003E4496">
      <w:pPr>
        <w:rPr>
          <w:b/>
        </w:rPr>
      </w:pPr>
    </w:p>
    <w:p w:rsidR="008D0A26" w:rsidRDefault="008D0A26" w:rsidP="003E4496">
      <w:pPr>
        <w:tabs>
          <w:tab w:val="left" w:pos="960"/>
        </w:tabs>
        <w:jc w:val="both"/>
        <w:rPr>
          <w:b/>
        </w:rPr>
      </w:pPr>
      <w:r w:rsidRPr="00DF6491">
        <w:rPr>
          <w:b/>
        </w:rPr>
        <w:tab/>
        <w:t>У</w:t>
      </w:r>
      <w:r>
        <w:rPr>
          <w:b/>
        </w:rPr>
        <w:t xml:space="preserve"> Школском одбору средње школе Ги</w:t>
      </w:r>
      <w:r w:rsidRPr="00DF6491">
        <w:rPr>
          <w:b/>
        </w:rPr>
        <w:t>мназија „ Бора Станковић“ Врање разрешавају се дужности члана Шклског одбора:</w:t>
      </w:r>
    </w:p>
    <w:p w:rsidR="008D0A26" w:rsidRPr="00391FD0" w:rsidRDefault="008D0A26" w:rsidP="003E4496">
      <w:pPr>
        <w:tabs>
          <w:tab w:val="left" w:pos="960"/>
        </w:tabs>
        <w:jc w:val="both"/>
        <w:rPr>
          <w:b/>
        </w:rPr>
      </w:pPr>
    </w:p>
    <w:p w:rsidR="008D0A26" w:rsidRDefault="008D0A26" w:rsidP="003E4496">
      <w:pPr>
        <w:pStyle w:val="ListParagraph"/>
        <w:numPr>
          <w:ilvl w:val="0"/>
          <w:numId w:val="31"/>
        </w:numPr>
        <w:tabs>
          <w:tab w:val="left" w:pos="960"/>
        </w:tabs>
        <w:jc w:val="both"/>
      </w:pPr>
      <w:r>
        <w:t>Добри Стевановић, професор педагогије из с. Александровац, представник локалне самоуправе, пре истека времена на које је именован.</w:t>
      </w:r>
    </w:p>
    <w:p w:rsidR="008D0A26" w:rsidRPr="003E4496" w:rsidRDefault="008D0A26" w:rsidP="003E4496">
      <w:pPr>
        <w:pStyle w:val="ListParagraph"/>
        <w:numPr>
          <w:ilvl w:val="0"/>
          <w:numId w:val="31"/>
        </w:numPr>
        <w:tabs>
          <w:tab w:val="left" w:pos="960"/>
        </w:tabs>
        <w:jc w:val="both"/>
      </w:pPr>
      <w:r>
        <w:t>Александар Крстић, дипл.правник из Врања, ул. Ужичка бр.13, , представник локалне самоуправе, пре истека времена на које је именован.</w:t>
      </w:r>
    </w:p>
    <w:p w:rsidR="008D0A26" w:rsidRDefault="008D0A26" w:rsidP="003E4496">
      <w:pPr>
        <w:jc w:val="both"/>
      </w:pPr>
    </w:p>
    <w:p w:rsidR="008D0A26" w:rsidRPr="003E4496" w:rsidRDefault="008D0A26" w:rsidP="003E4496">
      <w:pPr>
        <w:pStyle w:val="ListParagraph"/>
        <w:numPr>
          <w:ilvl w:val="0"/>
          <w:numId w:val="31"/>
        </w:numPr>
        <w:tabs>
          <w:tab w:val="left" w:pos="960"/>
        </w:tabs>
        <w:jc w:val="both"/>
      </w:pPr>
      <w:r>
        <w:t>Марина Манасијевић, професор разредне наставе из с. Црни Луг, , представник локалне самоуправе, пре истека времена на које је именован</w:t>
      </w:r>
    </w:p>
    <w:p w:rsidR="008D0A26" w:rsidRPr="00DF6491" w:rsidRDefault="008D0A26" w:rsidP="003E4496">
      <w:pPr>
        <w:jc w:val="both"/>
        <w:rPr>
          <w:b/>
        </w:rPr>
      </w:pPr>
    </w:p>
    <w:p w:rsidR="008D0A26" w:rsidRPr="00DF6491" w:rsidRDefault="008D0A26" w:rsidP="003E4496">
      <w:pPr>
        <w:pStyle w:val="ListParagraph"/>
        <w:tabs>
          <w:tab w:val="left" w:pos="960"/>
        </w:tabs>
        <w:jc w:val="both"/>
        <w:rPr>
          <w:b/>
        </w:rPr>
      </w:pPr>
      <w:r w:rsidRPr="00DF6491">
        <w:rPr>
          <w:b/>
        </w:rPr>
        <w:t>У Школском одбору средње поњопривредно-ветеринарске школе“ Стеван Синђелић“ Врање, разрешавају се дужности члана школског одбора:</w:t>
      </w:r>
    </w:p>
    <w:p w:rsidR="008D0A26" w:rsidRPr="00DF6491" w:rsidRDefault="008D0A26" w:rsidP="003E4496">
      <w:pPr>
        <w:pStyle w:val="ListParagraph"/>
        <w:tabs>
          <w:tab w:val="left" w:pos="960"/>
        </w:tabs>
        <w:ind w:left="1080"/>
        <w:jc w:val="both"/>
        <w:rPr>
          <w:b/>
        </w:rPr>
      </w:pPr>
    </w:p>
    <w:p w:rsidR="008D0A26" w:rsidRDefault="008D0A26" w:rsidP="003E4496">
      <w:pPr>
        <w:jc w:val="both"/>
      </w:pPr>
    </w:p>
    <w:p w:rsidR="008D0A26" w:rsidRDefault="008D0A26" w:rsidP="003E4496">
      <w:pPr>
        <w:pStyle w:val="ListParagraph"/>
        <w:numPr>
          <w:ilvl w:val="0"/>
          <w:numId w:val="33"/>
        </w:numPr>
        <w:jc w:val="both"/>
      </w:pPr>
      <w:r>
        <w:t>Јелена Стојменовић, дипл. социолог из с. Александровац, представник локалне самоуправе, пре истека времена на који је именована.</w:t>
      </w:r>
    </w:p>
    <w:p w:rsidR="008D0A26" w:rsidRDefault="008D0A26" w:rsidP="003E4496">
      <w:pPr>
        <w:pStyle w:val="ListParagraph"/>
        <w:numPr>
          <w:ilvl w:val="0"/>
          <w:numId w:val="33"/>
        </w:numPr>
        <w:jc w:val="both"/>
      </w:pPr>
      <w:r>
        <w:t>Зоран Цветковић, дипл.економиста из Врања, ул. Сарајевска бр. 16, представник локалне самоуправе, пре истека времена на које је именован.</w:t>
      </w:r>
    </w:p>
    <w:p w:rsidR="008D0A26" w:rsidRDefault="008D0A26" w:rsidP="003E4496">
      <w:pPr>
        <w:pStyle w:val="ListParagraph"/>
        <w:numPr>
          <w:ilvl w:val="0"/>
          <w:numId w:val="33"/>
        </w:numPr>
        <w:jc w:val="both"/>
      </w:pPr>
      <w:r>
        <w:t>Ненад Цветковић, приватни предузетник из Врања, ул. Пере Мачкатовца бр.88, представник локалне самоуправе, пре истека времена на које је именован.</w:t>
      </w:r>
    </w:p>
    <w:p w:rsidR="008D0A26" w:rsidRDefault="008D0A26" w:rsidP="00D2334F">
      <w:pPr>
        <w:pStyle w:val="ListParagraph"/>
        <w:jc w:val="both"/>
      </w:pPr>
    </w:p>
    <w:p w:rsidR="008D0A26" w:rsidRPr="003E4496" w:rsidRDefault="008D0A26" w:rsidP="00D2334F">
      <w:pPr>
        <w:pStyle w:val="ListParagraph"/>
        <w:tabs>
          <w:tab w:val="left" w:pos="960"/>
        </w:tabs>
        <w:jc w:val="both"/>
      </w:pPr>
    </w:p>
    <w:p w:rsidR="008D0A26" w:rsidRDefault="008D0A26" w:rsidP="00D2334F">
      <w:pPr>
        <w:pStyle w:val="ListParagraph"/>
        <w:tabs>
          <w:tab w:val="left" w:pos="960"/>
        </w:tabs>
        <w:jc w:val="both"/>
        <w:rPr>
          <w:b/>
        </w:rPr>
      </w:pPr>
      <w:r w:rsidRPr="00DF6491">
        <w:rPr>
          <w:b/>
        </w:rPr>
        <w:t>У Школском одбору Мизичке школе“ Стеван Мокрањац“ Врање, разрешава се дужности члана школског одбора:</w:t>
      </w:r>
    </w:p>
    <w:p w:rsidR="008D0A26" w:rsidRDefault="008D0A26" w:rsidP="00D2334F">
      <w:pPr>
        <w:pStyle w:val="ListParagraph"/>
        <w:tabs>
          <w:tab w:val="left" w:pos="960"/>
        </w:tabs>
        <w:jc w:val="both"/>
        <w:rPr>
          <w:b/>
        </w:rPr>
      </w:pPr>
    </w:p>
    <w:p w:rsidR="008D0A26" w:rsidRDefault="008D0A26" w:rsidP="00783AB1">
      <w:pPr>
        <w:pStyle w:val="ListParagraph"/>
        <w:numPr>
          <w:ilvl w:val="0"/>
          <w:numId w:val="35"/>
        </w:numPr>
        <w:jc w:val="both"/>
      </w:pPr>
      <w:r>
        <w:t>Душан Стошић, дипл.правник из Врања, ул. Мишарска бр. 10, представник локалне самоуправе, пре истека времена на које је именован.</w:t>
      </w:r>
    </w:p>
    <w:p w:rsidR="008D0A26" w:rsidRPr="00783AB1" w:rsidRDefault="008D0A26" w:rsidP="00D2334F">
      <w:pPr>
        <w:pStyle w:val="ListParagraph"/>
        <w:tabs>
          <w:tab w:val="left" w:pos="960"/>
        </w:tabs>
        <w:jc w:val="both"/>
        <w:rPr>
          <w:b/>
        </w:rPr>
      </w:pPr>
    </w:p>
    <w:p w:rsidR="008D0A26" w:rsidRDefault="008D0A26" w:rsidP="00D2334F">
      <w:pPr>
        <w:pStyle w:val="ListParagraph"/>
        <w:tabs>
          <w:tab w:val="left" w:pos="960"/>
        </w:tabs>
        <w:jc w:val="both"/>
        <w:rPr>
          <w:b/>
        </w:rPr>
      </w:pPr>
    </w:p>
    <w:p w:rsidR="008D0A26" w:rsidRDefault="008D0A26" w:rsidP="00D2334F">
      <w:pPr>
        <w:pStyle w:val="ListParagraph"/>
        <w:tabs>
          <w:tab w:val="left" w:pos="960"/>
        </w:tabs>
        <w:jc w:val="both"/>
        <w:rPr>
          <w:b/>
        </w:rPr>
      </w:pPr>
      <w:r>
        <w:rPr>
          <w:b/>
        </w:rPr>
        <w:t>У Школском одбору „Техничка школа“ Врање, разрешава се дужности члана Школског одбора:</w:t>
      </w:r>
    </w:p>
    <w:p w:rsidR="008D0A26" w:rsidRPr="00783AB1" w:rsidRDefault="008D0A26" w:rsidP="00D2334F">
      <w:pPr>
        <w:pStyle w:val="ListParagraph"/>
        <w:tabs>
          <w:tab w:val="left" w:pos="960"/>
        </w:tabs>
        <w:jc w:val="both"/>
        <w:rPr>
          <w:b/>
        </w:rPr>
      </w:pPr>
    </w:p>
    <w:p w:rsidR="008D0A26" w:rsidRDefault="008D0A26" w:rsidP="00D2334F">
      <w:pPr>
        <w:pStyle w:val="ListParagraph"/>
        <w:tabs>
          <w:tab w:val="left" w:pos="960"/>
        </w:tabs>
        <w:jc w:val="both"/>
        <w:rPr>
          <w:b/>
        </w:rPr>
      </w:pPr>
    </w:p>
    <w:p w:rsidR="008D0A26" w:rsidRPr="004C136C" w:rsidRDefault="008D0A26" w:rsidP="004C136C">
      <w:pPr>
        <w:pStyle w:val="ListParagraph"/>
        <w:numPr>
          <w:ilvl w:val="0"/>
          <w:numId w:val="38"/>
        </w:numPr>
        <w:tabs>
          <w:tab w:val="left" w:pos="960"/>
        </w:tabs>
        <w:jc w:val="both"/>
      </w:pPr>
      <w:r>
        <w:t>Ивица Станимировић, дипл.инг.саобраћаја из с. Корбевац, представник локалне самоуправе, пре истека времена на које је именован.</w:t>
      </w:r>
    </w:p>
    <w:p w:rsidR="008D0A26" w:rsidRPr="00DF6491" w:rsidRDefault="008D0A26" w:rsidP="00D2334F">
      <w:pPr>
        <w:pStyle w:val="ListParagraph"/>
        <w:tabs>
          <w:tab w:val="left" w:pos="960"/>
        </w:tabs>
        <w:jc w:val="both"/>
        <w:rPr>
          <w:b/>
        </w:rPr>
      </w:pPr>
    </w:p>
    <w:p w:rsidR="008D0A26" w:rsidRPr="00941AF2" w:rsidRDefault="008D0A26" w:rsidP="00D2334F">
      <w:pPr>
        <w:ind w:firstLine="720"/>
      </w:pPr>
    </w:p>
    <w:p w:rsidR="008D0A26" w:rsidRPr="00D2334F" w:rsidRDefault="008D0A26" w:rsidP="00D2334F">
      <w:pPr>
        <w:jc w:val="both"/>
      </w:pPr>
    </w:p>
    <w:p w:rsidR="008D0A26" w:rsidRDefault="008D0A26" w:rsidP="00941AF2">
      <w:pPr>
        <w:pStyle w:val="ListParagraph"/>
        <w:jc w:val="center"/>
        <w:rPr>
          <w:b/>
        </w:rPr>
      </w:pPr>
      <w:r w:rsidRPr="00941AF2">
        <w:rPr>
          <w:b/>
        </w:rPr>
        <w:t>II</w:t>
      </w:r>
    </w:p>
    <w:p w:rsidR="008D0A26" w:rsidRPr="00941AF2" w:rsidRDefault="008D0A26" w:rsidP="00941AF2">
      <w:pPr>
        <w:pStyle w:val="ListParagraph"/>
        <w:jc w:val="center"/>
        <w:rPr>
          <w:b/>
        </w:rPr>
      </w:pPr>
    </w:p>
    <w:p w:rsidR="008D0A26" w:rsidRPr="00941AF2" w:rsidRDefault="008D0A26" w:rsidP="00D2334F">
      <w:pPr>
        <w:jc w:val="center"/>
      </w:pPr>
      <w:r>
        <w:t>Решење ступа на снагу даном доношења и објавиће се у Службеном гласнику града Врања</w:t>
      </w:r>
    </w:p>
    <w:p w:rsidR="008D0A26" w:rsidRPr="00E76D47" w:rsidRDefault="008D0A26" w:rsidP="00D2334F"/>
    <w:p w:rsidR="008D0A26" w:rsidRPr="00E76D47" w:rsidRDefault="008D0A26" w:rsidP="00D2334F"/>
    <w:p w:rsidR="008D0A26" w:rsidRDefault="008D0A26" w:rsidP="00D2334F"/>
    <w:p w:rsidR="008D0A26" w:rsidRDefault="008D0A26" w:rsidP="00D2334F"/>
    <w:p w:rsidR="008D0A26" w:rsidRPr="004054D1" w:rsidRDefault="008D0A26" w:rsidP="00D2334F">
      <w:pPr>
        <w:rPr>
          <w:sz w:val="22"/>
          <w:szCs w:val="22"/>
          <w:lang w:val="sr-Cyrl-CS"/>
        </w:rPr>
      </w:pPr>
    </w:p>
    <w:p w:rsidR="008D0A26" w:rsidRPr="004054D1" w:rsidRDefault="008D0A26" w:rsidP="00D2334F">
      <w:pPr>
        <w:jc w:val="center"/>
        <w:rPr>
          <w:b/>
          <w:sz w:val="22"/>
          <w:szCs w:val="22"/>
          <w:lang w:val="sr-Cyrl-CS"/>
        </w:rPr>
      </w:pPr>
      <w:r w:rsidRPr="004054D1">
        <w:rPr>
          <w:b/>
          <w:sz w:val="22"/>
          <w:szCs w:val="22"/>
          <w:lang w:val="sr-Cyrl-CS"/>
        </w:rPr>
        <w:t>СКУПШТИНА  ГРАДА ВРАЊА</w:t>
      </w:r>
    </w:p>
    <w:p w:rsidR="008D0A26" w:rsidRPr="004054D1" w:rsidRDefault="008D0A26" w:rsidP="00D2334F">
      <w:pPr>
        <w:jc w:val="center"/>
        <w:rPr>
          <w:b/>
          <w:sz w:val="22"/>
          <w:szCs w:val="22"/>
          <w:lang/>
        </w:rPr>
      </w:pPr>
      <w:r>
        <w:rPr>
          <w:b/>
          <w:sz w:val="22"/>
          <w:szCs w:val="22"/>
          <w:lang/>
        </w:rPr>
        <w:t>01.03.2018</w:t>
      </w:r>
      <w:r>
        <w:rPr>
          <w:b/>
          <w:sz w:val="22"/>
          <w:szCs w:val="22"/>
          <w:lang w:val="sr-Cyrl-CS"/>
        </w:rPr>
        <w:t xml:space="preserve">. године, број: </w:t>
      </w:r>
      <w:r>
        <w:rPr>
          <w:b/>
          <w:sz w:val="22"/>
          <w:szCs w:val="22"/>
          <w:lang/>
        </w:rPr>
        <w:t>02-49/2018-10</w:t>
      </w:r>
    </w:p>
    <w:p w:rsidR="008D0A26" w:rsidRPr="004054D1" w:rsidRDefault="008D0A26" w:rsidP="00D2334F">
      <w:pPr>
        <w:jc w:val="center"/>
        <w:rPr>
          <w:b/>
          <w:sz w:val="22"/>
          <w:szCs w:val="22"/>
          <w:lang w:val="sr-Cyrl-CS"/>
        </w:rPr>
      </w:pPr>
    </w:p>
    <w:p w:rsidR="008D0A26" w:rsidRPr="004054D1" w:rsidRDefault="008D0A26" w:rsidP="00D2334F">
      <w:pPr>
        <w:jc w:val="both"/>
        <w:rPr>
          <w:b/>
          <w:sz w:val="22"/>
          <w:szCs w:val="22"/>
          <w:lang w:val="sr-Cyrl-CS"/>
        </w:rPr>
      </w:pPr>
      <w:r w:rsidRPr="004054D1">
        <w:rPr>
          <w:b/>
          <w:sz w:val="22"/>
          <w:szCs w:val="22"/>
          <w:lang w:val="sr-Cyrl-CS"/>
        </w:rPr>
        <w:t xml:space="preserve">                                                            </w:t>
      </w:r>
    </w:p>
    <w:p w:rsidR="008D0A26" w:rsidRPr="004054D1" w:rsidRDefault="008D0A26" w:rsidP="00D2334F">
      <w:pPr>
        <w:jc w:val="both"/>
        <w:rPr>
          <w:b/>
          <w:sz w:val="22"/>
          <w:szCs w:val="22"/>
          <w:lang w:val="sr-Cyrl-CS"/>
        </w:rPr>
      </w:pPr>
      <w:r w:rsidRPr="004054D1">
        <w:rPr>
          <w:b/>
          <w:sz w:val="22"/>
          <w:szCs w:val="22"/>
          <w:lang w:val="sr-Cyrl-CS"/>
        </w:rPr>
        <w:t xml:space="preserve">                                                                      ПРЕДСЕДНИК СКУПШТИНЕ</w:t>
      </w:r>
    </w:p>
    <w:p w:rsidR="008D0A26" w:rsidRPr="004054D1" w:rsidRDefault="008D0A26" w:rsidP="00D2334F">
      <w:pPr>
        <w:jc w:val="both"/>
        <w:rPr>
          <w:b/>
          <w:sz w:val="22"/>
          <w:szCs w:val="22"/>
          <w:lang w:val="sr-Cyrl-CS"/>
        </w:rPr>
      </w:pPr>
      <w:r w:rsidRPr="004054D1">
        <w:rPr>
          <w:b/>
          <w:sz w:val="22"/>
          <w:szCs w:val="22"/>
          <w:lang w:val="sr-Cyrl-CS"/>
        </w:rPr>
        <w:t xml:space="preserve">                                                                       Дејан Тричковић,спец.двм</w:t>
      </w:r>
      <w:r w:rsidRPr="004054D1">
        <w:rPr>
          <w:b/>
          <w:lang w:val="sr-Cyrl-CS"/>
        </w:rPr>
        <w:t xml:space="preserve">          </w:t>
      </w:r>
    </w:p>
    <w:p w:rsidR="008D0A26" w:rsidRPr="004054D1" w:rsidRDefault="008D0A26" w:rsidP="00D2334F">
      <w:pPr>
        <w:jc w:val="both"/>
        <w:rPr>
          <w:b/>
          <w:sz w:val="22"/>
          <w:szCs w:val="22"/>
          <w:lang w:val="sr-Cyrl-CS"/>
        </w:rPr>
      </w:pPr>
    </w:p>
    <w:p w:rsidR="008D0A26" w:rsidRDefault="008D0A26" w:rsidP="00D2334F">
      <w:pPr>
        <w:jc w:val="center"/>
        <w:rPr>
          <w:rFonts w:ascii="Arial" w:hAnsi="Arial" w:cs="Arial"/>
          <w:b/>
          <w:sz w:val="22"/>
          <w:szCs w:val="22"/>
          <w:lang w:val="sr-Latn-CS"/>
        </w:rPr>
      </w:pPr>
    </w:p>
    <w:p w:rsidR="008D0A26" w:rsidRDefault="008D0A26" w:rsidP="00D2334F">
      <w:pPr>
        <w:jc w:val="center"/>
        <w:rPr>
          <w:rFonts w:ascii="Arial" w:hAnsi="Arial" w:cs="Arial"/>
          <w:b/>
          <w:sz w:val="22"/>
          <w:szCs w:val="22"/>
          <w:lang w:val="sr-Latn-CS"/>
        </w:rPr>
      </w:pPr>
    </w:p>
    <w:p w:rsidR="008D0A26" w:rsidRDefault="008D0A26" w:rsidP="00D2334F">
      <w:pPr>
        <w:jc w:val="center"/>
        <w:rPr>
          <w:rFonts w:ascii="Arial" w:hAnsi="Arial" w:cs="Arial"/>
          <w:b/>
          <w:sz w:val="22"/>
          <w:szCs w:val="22"/>
          <w:lang w:val="sr-Latn-CS"/>
        </w:rPr>
      </w:pPr>
    </w:p>
    <w:p w:rsidR="008D0A26" w:rsidRDefault="008D0A26" w:rsidP="00D2334F">
      <w:pPr>
        <w:pStyle w:val="ListParagraph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Default="008D0A26" w:rsidP="00F66BD9"/>
    <w:p w:rsidR="008D0A26" w:rsidRDefault="008D0A26" w:rsidP="00E76D47">
      <w:pPr>
        <w:jc w:val="center"/>
      </w:pPr>
    </w:p>
    <w:p w:rsidR="008D0A26" w:rsidRDefault="008D0A26" w:rsidP="00E76D47">
      <w:pPr>
        <w:jc w:val="center"/>
      </w:pPr>
    </w:p>
    <w:p w:rsidR="008D0A26" w:rsidRPr="006656CF" w:rsidRDefault="008D0A26" w:rsidP="005C4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На основу чл. 116 и чл. 117 Закона о основама система образовања и васпитања ( Службени гласник РС, бр. 88/17), и чл. 32 ст.1 тач. 21 Статута града Врања ( Службени гласник града Врања </w:t>
      </w:r>
      <w:r w:rsidRPr="005C43F1">
        <w:rPr>
          <w:sz w:val="22"/>
          <w:szCs w:val="22"/>
        </w:rPr>
        <w:t>бр. 3/17, 8/17 и 27/17</w:t>
      </w:r>
      <w:r w:rsidRPr="00E76D47">
        <w:rPr>
          <w:sz w:val="22"/>
          <w:szCs w:val="22"/>
        </w:rPr>
        <w:t>), Скупштина града Врањ</w:t>
      </w:r>
      <w:r>
        <w:rPr>
          <w:sz w:val="22"/>
          <w:szCs w:val="22"/>
        </w:rPr>
        <w:t>а, на седници одржаној дана 01.03.</w:t>
      </w:r>
      <w:r w:rsidRPr="00E76D47">
        <w:rPr>
          <w:sz w:val="22"/>
          <w:szCs w:val="22"/>
        </w:rPr>
        <w:t xml:space="preserve">2018. </w:t>
      </w:r>
      <w:r>
        <w:rPr>
          <w:sz w:val="22"/>
          <w:szCs w:val="22"/>
        </w:rPr>
        <w:t>г</w:t>
      </w:r>
      <w:r w:rsidRPr="00E76D47">
        <w:rPr>
          <w:sz w:val="22"/>
          <w:szCs w:val="22"/>
        </w:rPr>
        <w:t>одине</w:t>
      </w:r>
      <w:r w:rsidRPr="006656CF">
        <w:rPr>
          <w:b/>
          <w:sz w:val="22"/>
          <w:szCs w:val="22"/>
        </w:rPr>
        <w:t>,</w:t>
      </w:r>
      <w:r>
        <w:rPr>
          <w:sz w:val="22"/>
          <w:szCs w:val="22"/>
        </w:rPr>
        <w:t xml:space="preserve"> доноси:</w:t>
      </w:r>
    </w:p>
    <w:p w:rsidR="008D0A26" w:rsidRDefault="008D0A26" w:rsidP="00941AF2"/>
    <w:p w:rsidR="008D0A26" w:rsidRDefault="008D0A26" w:rsidP="00E76D47">
      <w:pPr>
        <w:jc w:val="center"/>
      </w:pPr>
    </w:p>
    <w:p w:rsidR="008D0A26" w:rsidRPr="005C43F1" w:rsidRDefault="008D0A26" w:rsidP="005C43F1">
      <w:pPr>
        <w:jc w:val="center"/>
        <w:rPr>
          <w:b/>
        </w:rPr>
      </w:pPr>
    </w:p>
    <w:p w:rsidR="008D0A26" w:rsidRPr="005C43F1" w:rsidRDefault="008D0A26" w:rsidP="005C43F1">
      <w:pPr>
        <w:tabs>
          <w:tab w:val="left" w:pos="3090"/>
        </w:tabs>
        <w:jc w:val="center"/>
        <w:rPr>
          <w:b/>
        </w:rPr>
      </w:pPr>
      <w:r w:rsidRPr="005C43F1">
        <w:rPr>
          <w:b/>
        </w:rPr>
        <w:t>Р Е Ш Е Њ Е</w:t>
      </w:r>
    </w:p>
    <w:p w:rsidR="008D0A26" w:rsidRPr="005C43F1" w:rsidRDefault="008D0A26" w:rsidP="005C43F1">
      <w:pPr>
        <w:tabs>
          <w:tab w:val="left" w:pos="3090"/>
        </w:tabs>
        <w:jc w:val="center"/>
        <w:rPr>
          <w:b/>
        </w:rPr>
      </w:pPr>
      <w:r w:rsidRPr="005C43F1">
        <w:rPr>
          <w:b/>
        </w:rPr>
        <w:t>О ИЗМЕНИ И ДОПУНИ РЕШЕЊА О ИМЕНОВАЊУ ЧЛАНОВА ШКОЛСКИХ ОДБОРА</w:t>
      </w:r>
      <w:r>
        <w:rPr>
          <w:b/>
        </w:rPr>
        <w:t xml:space="preserve"> </w:t>
      </w:r>
      <w:r w:rsidRPr="005C43F1">
        <w:rPr>
          <w:b/>
        </w:rPr>
        <w:t>У ОСНОВНИМ ШКОЛАМА НА ТЕРИТОРИЈИ ГРАДА ВРАЊА</w:t>
      </w:r>
    </w:p>
    <w:p w:rsidR="008D0A26" w:rsidRPr="005C43F1" w:rsidRDefault="008D0A26" w:rsidP="005C43F1">
      <w:pPr>
        <w:jc w:val="center"/>
        <w:rPr>
          <w:b/>
        </w:rPr>
      </w:pPr>
    </w:p>
    <w:p w:rsidR="008D0A26" w:rsidRPr="005C43F1" w:rsidRDefault="008D0A26" w:rsidP="005C43F1">
      <w:pPr>
        <w:jc w:val="center"/>
        <w:rPr>
          <w:b/>
        </w:rPr>
      </w:pPr>
    </w:p>
    <w:p w:rsidR="008D0A26" w:rsidRPr="005C43F1" w:rsidRDefault="008D0A26" w:rsidP="005C43F1">
      <w:pPr>
        <w:jc w:val="center"/>
        <w:rPr>
          <w:b/>
        </w:rPr>
      </w:pPr>
    </w:p>
    <w:p w:rsidR="008D0A26" w:rsidRDefault="008D0A26" w:rsidP="005C43F1">
      <w:pPr>
        <w:tabs>
          <w:tab w:val="left" w:pos="705"/>
        </w:tabs>
      </w:pPr>
      <w:r>
        <w:t xml:space="preserve">        Решење о именовању чланова Школских одбора у основним школама на територији града Врања бр. 02-193/2014-13 од 13.06.2014. године ( Службени гласник града Врања бр. 13/14 ),мења се и гласи:</w:t>
      </w:r>
    </w:p>
    <w:p w:rsidR="008D0A26" w:rsidRDefault="008D0A26" w:rsidP="00E76D47">
      <w:pPr>
        <w:jc w:val="center"/>
      </w:pPr>
    </w:p>
    <w:p w:rsidR="008D0A26" w:rsidRDefault="008D0A26" w:rsidP="005C43F1"/>
    <w:p w:rsidR="008D0A26" w:rsidRPr="00422059" w:rsidRDefault="008D0A26" w:rsidP="005C43F1">
      <w:pPr>
        <w:jc w:val="center"/>
        <w:rPr>
          <w:b/>
        </w:rPr>
      </w:pPr>
      <w:r w:rsidRPr="00422059">
        <w:rPr>
          <w:b/>
        </w:rPr>
        <w:t>I</w:t>
      </w:r>
    </w:p>
    <w:p w:rsidR="008D0A26" w:rsidRDefault="008D0A26" w:rsidP="005C43F1">
      <w:pPr>
        <w:jc w:val="center"/>
      </w:pPr>
    </w:p>
    <w:p w:rsidR="008D0A26" w:rsidRPr="00795B8E" w:rsidRDefault="008D0A26" w:rsidP="005C43F1">
      <w:pPr>
        <w:rPr>
          <w:b/>
        </w:rPr>
      </w:pPr>
      <w:r w:rsidRPr="00795B8E">
        <w:rPr>
          <w:b/>
        </w:rPr>
        <w:t>У Школском одбору основне школе“ Јован Јовановић -Змај“ Врање, именују се:</w:t>
      </w:r>
    </w:p>
    <w:p w:rsidR="008D0A26" w:rsidRDefault="008D0A26" w:rsidP="005C43F1"/>
    <w:p w:rsidR="008D0A26" w:rsidRPr="00AA41FE" w:rsidRDefault="008D0A26" w:rsidP="00586613">
      <w:r>
        <w:t>1. Горан Спирић, дипл.економиста из Врања, ул. Охрадска бр.18, представник лкалне самоуправе.</w:t>
      </w:r>
    </w:p>
    <w:p w:rsidR="008D0A26" w:rsidRPr="00AA41FE" w:rsidRDefault="008D0A26" w:rsidP="00586613">
      <w:r>
        <w:t>2. Предраг Јањић, дипл. економиста из Врања, ул. Краља Стефана Првовенчаног бр. 88/8, представник локалне самоуправе.</w:t>
      </w:r>
    </w:p>
    <w:p w:rsidR="008D0A26" w:rsidRPr="00AA41FE" w:rsidRDefault="008D0A26" w:rsidP="00586613">
      <w:r>
        <w:t>3 .Маријана Влаховић, спец. педагог из Врања, ул. Горана Ковачића бр. 32, представник локалне самоуправе.</w:t>
      </w:r>
    </w:p>
    <w:p w:rsidR="008D0A26" w:rsidRDefault="008D0A26" w:rsidP="00586613"/>
    <w:p w:rsidR="008D0A26" w:rsidRPr="00795B8E" w:rsidRDefault="008D0A26" w:rsidP="00586613">
      <w:pPr>
        <w:rPr>
          <w:b/>
        </w:rPr>
      </w:pPr>
      <w:r w:rsidRPr="00795B8E">
        <w:rPr>
          <w:b/>
        </w:rPr>
        <w:t>У Школском одбору основне школе „1.Мај“ Вртогош, именују се:</w:t>
      </w:r>
    </w:p>
    <w:p w:rsidR="008D0A26" w:rsidRDefault="008D0A26" w:rsidP="00586613"/>
    <w:p w:rsidR="008D0A26" w:rsidRPr="00AA41FE" w:rsidRDefault="008D0A26" w:rsidP="00586613">
      <w:r>
        <w:t>1. Срђан Александровић, машински техничар, из с. Вртогош, представник локалне самоуправе.</w:t>
      </w:r>
    </w:p>
    <w:p w:rsidR="008D0A26" w:rsidRPr="00AA41FE" w:rsidRDefault="008D0A26" w:rsidP="00586613">
      <w:r>
        <w:t>2. Сузана Митић, васпитачица из с. Павловац, представник локалне самоуправе.</w:t>
      </w:r>
    </w:p>
    <w:p w:rsidR="008D0A26" w:rsidRPr="00AA41FE" w:rsidRDefault="008D0A26" w:rsidP="00586613">
      <w:r>
        <w:t>3. Градимир Стојановић, предузетник из Врања, представник локалне самоуправе.</w:t>
      </w:r>
    </w:p>
    <w:p w:rsidR="008D0A26" w:rsidRDefault="008D0A26" w:rsidP="00586613"/>
    <w:p w:rsidR="008D0A26" w:rsidRPr="00795B8E" w:rsidRDefault="008D0A26" w:rsidP="00586613">
      <w:pPr>
        <w:rPr>
          <w:b/>
        </w:rPr>
      </w:pPr>
      <w:r w:rsidRPr="00795B8E">
        <w:rPr>
          <w:b/>
        </w:rPr>
        <w:t>У Школском одбору основне школе Краљ Петар I Ослободилац с. Корбевац, именују се:</w:t>
      </w:r>
    </w:p>
    <w:p w:rsidR="008D0A26" w:rsidRPr="00795B8E" w:rsidRDefault="008D0A26" w:rsidP="00586613">
      <w:pPr>
        <w:rPr>
          <w:b/>
        </w:rPr>
      </w:pPr>
    </w:p>
    <w:p w:rsidR="008D0A26" w:rsidRPr="00AA41FE" w:rsidRDefault="008D0A26" w:rsidP="00586613">
      <w:r>
        <w:t>1. Бранко Петровић, пензионер из Врања, ул. Есперанто бр.12-2/24, представник локалне самоуправе.</w:t>
      </w:r>
    </w:p>
    <w:p w:rsidR="008D0A26" w:rsidRPr="00AA41FE" w:rsidRDefault="008D0A26" w:rsidP="00586613">
      <w:r>
        <w:t>2 .Станиша Јовановић, пензионер из с. Превалац, представник локалне самоуправе.</w:t>
      </w:r>
    </w:p>
    <w:p w:rsidR="008D0A26" w:rsidRPr="00AA41FE" w:rsidRDefault="008D0A26" w:rsidP="00586613">
      <w:r>
        <w:t>3. Драгана Илић, пољопривредни техничар из Врањске Бање, представник локалне самоуправе.</w:t>
      </w:r>
    </w:p>
    <w:p w:rsidR="008D0A26" w:rsidRDefault="008D0A26" w:rsidP="00586613"/>
    <w:p w:rsidR="008D0A26" w:rsidRPr="00795B8E" w:rsidRDefault="008D0A26" w:rsidP="00586613">
      <w:pPr>
        <w:rPr>
          <w:b/>
        </w:rPr>
      </w:pPr>
      <w:r w:rsidRPr="00795B8E">
        <w:rPr>
          <w:b/>
        </w:rPr>
        <w:t>У школском одбору основне школе „ Светозар Марковић“ Врање, именује се:</w:t>
      </w:r>
    </w:p>
    <w:p w:rsidR="008D0A26" w:rsidRDefault="008D0A26" w:rsidP="00586613"/>
    <w:p w:rsidR="008D0A26" w:rsidRPr="00AA41FE" w:rsidRDefault="008D0A26" w:rsidP="00586613">
      <w:r>
        <w:t>1.Анка Вучковић, из Врања,ул. Шуматовачка бр. 6 представник локалне самоуправе.</w:t>
      </w:r>
    </w:p>
    <w:p w:rsidR="008D0A26" w:rsidRDefault="008D0A26" w:rsidP="00586613"/>
    <w:p w:rsidR="008D0A26" w:rsidRPr="00F66BD9" w:rsidRDefault="008D0A26" w:rsidP="00586613"/>
    <w:p w:rsidR="008D0A26" w:rsidRPr="00F66BD9" w:rsidRDefault="008D0A26" w:rsidP="00586613">
      <w:pPr>
        <w:jc w:val="both"/>
        <w:rPr>
          <w:b/>
          <w:sz w:val="22"/>
          <w:szCs w:val="22"/>
          <w:lang w:val="sr-Cyrl-CS"/>
        </w:rPr>
      </w:pPr>
    </w:p>
    <w:p w:rsidR="008D0A26" w:rsidRPr="00F66BD9" w:rsidRDefault="008D0A26" w:rsidP="00586613">
      <w:pPr>
        <w:jc w:val="center"/>
        <w:rPr>
          <w:b/>
          <w:sz w:val="22"/>
          <w:szCs w:val="22"/>
        </w:rPr>
      </w:pPr>
      <w:r w:rsidRPr="00F66BD9">
        <w:rPr>
          <w:b/>
          <w:sz w:val="22"/>
          <w:szCs w:val="22"/>
          <w:lang w:val="sr-Latn-CS"/>
        </w:rPr>
        <w:t>II</w:t>
      </w:r>
    </w:p>
    <w:p w:rsidR="008D0A26" w:rsidRPr="00F66BD9" w:rsidRDefault="008D0A26" w:rsidP="00586613">
      <w:pPr>
        <w:jc w:val="center"/>
        <w:rPr>
          <w:sz w:val="22"/>
          <w:szCs w:val="22"/>
        </w:rPr>
      </w:pPr>
      <w:r w:rsidRPr="00F66BD9">
        <w:rPr>
          <w:sz w:val="22"/>
          <w:szCs w:val="22"/>
        </w:rPr>
        <w:t>Решење ступа на снагу даном доношења.</w:t>
      </w:r>
    </w:p>
    <w:p w:rsidR="008D0A26" w:rsidRPr="00F66BD9" w:rsidRDefault="008D0A26" w:rsidP="00586613">
      <w:pPr>
        <w:jc w:val="center"/>
        <w:rPr>
          <w:sz w:val="22"/>
          <w:szCs w:val="22"/>
        </w:rPr>
      </w:pPr>
    </w:p>
    <w:p w:rsidR="008D0A26" w:rsidRPr="00F66BD9" w:rsidRDefault="008D0A26" w:rsidP="00586613">
      <w:pPr>
        <w:jc w:val="center"/>
        <w:rPr>
          <w:sz w:val="22"/>
          <w:szCs w:val="22"/>
        </w:rPr>
      </w:pPr>
    </w:p>
    <w:p w:rsidR="008D0A26" w:rsidRPr="00F66BD9" w:rsidRDefault="008D0A26" w:rsidP="00586613">
      <w:pPr>
        <w:jc w:val="center"/>
        <w:rPr>
          <w:b/>
          <w:sz w:val="22"/>
          <w:szCs w:val="22"/>
        </w:rPr>
      </w:pPr>
      <w:r w:rsidRPr="00F66BD9">
        <w:rPr>
          <w:b/>
          <w:sz w:val="22"/>
          <w:szCs w:val="22"/>
        </w:rPr>
        <w:t>III</w:t>
      </w:r>
    </w:p>
    <w:p w:rsidR="008D0A26" w:rsidRPr="00F66BD9" w:rsidRDefault="008D0A26" w:rsidP="00586613">
      <w:pPr>
        <w:jc w:val="center"/>
        <w:rPr>
          <w:b/>
          <w:sz w:val="22"/>
          <w:szCs w:val="22"/>
        </w:rPr>
      </w:pPr>
    </w:p>
    <w:p w:rsidR="008D0A26" w:rsidRPr="00F66BD9" w:rsidRDefault="008D0A26" w:rsidP="00586613">
      <w:pPr>
        <w:rPr>
          <w:sz w:val="22"/>
          <w:szCs w:val="22"/>
          <w:lang w:val="sr-Cyrl-CS"/>
        </w:rPr>
      </w:pPr>
      <w:r w:rsidRPr="00F66BD9">
        <w:rPr>
          <w:sz w:val="22"/>
          <w:szCs w:val="22"/>
          <w:lang w:val="sr-Cyrl-CS"/>
        </w:rPr>
        <w:tab/>
        <w:t xml:space="preserve">              Решење  објавити  у „Службеном гласнику града Врања“.</w:t>
      </w:r>
    </w:p>
    <w:p w:rsidR="008D0A26" w:rsidRPr="00F66BD9" w:rsidRDefault="008D0A26" w:rsidP="00586613">
      <w:pPr>
        <w:rPr>
          <w:sz w:val="22"/>
          <w:szCs w:val="22"/>
          <w:lang w:val="sr-Cyrl-CS"/>
        </w:rPr>
      </w:pPr>
    </w:p>
    <w:p w:rsidR="008D0A26" w:rsidRPr="00F66BD9" w:rsidRDefault="008D0A26" w:rsidP="00586613">
      <w:pPr>
        <w:rPr>
          <w:sz w:val="22"/>
          <w:szCs w:val="22"/>
          <w:lang w:val="sr-Cyrl-CS"/>
        </w:rPr>
      </w:pPr>
    </w:p>
    <w:p w:rsidR="008D0A26" w:rsidRPr="00F66BD9" w:rsidRDefault="008D0A26" w:rsidP="00586613">
      <w:pPr>
        <w:rPr>
          <w:sz w:val="22"/>
          <w:szCs w:val="22"/>
          <w:lang w:val="sr-Cyrl-CS"/>
        </w:rPr>
      </w:pPr>
    </w:p>
    <w:p w:rsidR="008D0A26" w:rsidRPr="00F66BD9" w:rsidRDefault="008D0A26" w:rsidP="00586613">
      <w:pPr>
        <w:jc w:val="center"/>
        <w:rPr>
          <w:b/>
          <w:sz w:val="22"/>
          <w:szCs w:val="22"/>
          <w:lang w:val="sr-Cyrl-CS"/>
        </w:rPr>
      </w:pPr>
      <w:r w:rsidRPr="00F66BD9">
        <w:rPr>
          <w:b/>
          <w:sz w:val="22"/>
          <w:szCs w:val="22"/>
          <w:lang w:val="sr-Cyrl-CS"/>
        </w:rPr>
        <w:t>СКУПШТИНА  ГРАДА ВРАЊА</w:t>
      </w:r>
    </w:p>
    <w:p w:rsidR="008D0A26" w:rsidRPr="00F66BD9" w:rsidRDefault="008D0A26" w:rsidP="00586613">
      <w:pPr>
        <w:jc w:val="center"/>
        <w:rPr>
          <w:b/>
          <w:sz w:val="22"/>
          <w:szCs w:val="22"/>
          <w:lang/>
        </w:rPr>
      </w:pPr>
      <w:r>
        <w:rPr>
          <w:b/>
          <w:sz w:val="22"/>
          <w:szCs w:val="22"/>
          <w:lang/>
        </w:rPr>
        <w:t>01.03.2018</w:t>
      </w:r>
      <w:r>
        <w:rPr>
          <w:b/>
          <w:sz w:val="22"/>
          <w:szCs w:val="22"/>
          <w:lang w:val="sr-Cyrl-CS"/>
        </w:rPr>
        <w:t xml:space="preserve">. године, број: </w:t>
      </w:r>
      <w:r>
        <w:rPr>
          <w:b/>
          <w:sz w:val="22"/>
          <w:szCs w:val="22"/>
          <w:lang/>
        </w:rPr>
        <w:t>02-48/2018-10</w:t>
      </w:r>
    </w:p>
    <w:p w:rsidR="008D0A26" w:rsidRPr="00F66BD9" w:rsidRDefault="008D0A26" w:rsidP="00586613">
      <w:pPr>
        <w:jc w:val="center"/>
        <w:rPr>
          <w:b/>
          <w:sz w:val="22"/>
          <w:szCs w:val="22"/>
          <w:lang w:val="sr-Cyrl-CS"/>
        </w:rPr>
      </w:pPr>
    </w:p>
    <w:p w:rsidR="008D0A26" w:rsidRPr="00F66BD9" w:rsidRDefault="008D0A26" w:rsidP="00586613">
      <w:pPr>
        <w:jc w:val="both"/>
        <w:rPr>
          <w:b/>
          <w:sz w:val="22"/>
          <w:szCs w:val="22"/>
          <w:lang w:val="sr-Cyrl-CS"/>
        </w:rPr>
      </w:pPr>
      <w:r w:rsidRPr="00F66BD9">
        <w:rPr>
          <w:b/>
          <w:sz w:val="22"/>
          <w:szCs w:val="22"/>
          <w:lang w:val="sr-Cyrl-CS"/>
        </w:rPr>
        <w:t xml:space="preserve">                                                            </w:t>
      </w:r>
    </w:p>
    <w:p w:rsidR="008D0A26" w:rsidRPr="00F66BD9" w:rsidRDefault="008D0A26" w:rsidP="00586613">
      <w:pPr>
        <w:jc w:val="both"/>
        <w:rPr>
          <w:b/>
          <w:sz w:val="22"/>
          <w:szCs w:val="22"/>
          <w:lang w:val="sr-Cyrl-CS"/>
        </w:rPr>
      </w:pPr>
      <w:r w:rsidRPr="00F66BD9">
        <w:rPr>
          <w:b/>
          <w:sz w:val="22"/>
          <w:szCs w:val="22"/>
          <w:lang w:val="sr-Cyrl-CS"/>
        </w:rPr>
        <w:t xml:space="preserve">                                                                      ПРЕДСЕДНИК СКУПШТИНЕ</w:t>
      </w:r>
    </w:p>
    <w:p w:rsidR="008D0A26" w:rsidRPr="00F66BD9" w:rsidRDefault="008D0A26" w:rsidP="00586613">
      <w:pPr>
        <w:jc w:val="both"/>
        <w:rPr>
          <w:b/>
          <w:sz w:val="22"/>
          <w:szCs w:val="22"/>
          <w:lang w:val="sr-Cyrl-CS"/>
        </w:rPr>
      </w:pPr>
      <w:r w:rsidRPr="00F66BD9">
        <w:rPr>
          <w:b/>
          <w:sz w:val="22"/>
          <w:szCs w:val="22"/>
          <w:lang w:val="sr-Cyrl-CS"/>
        </w:rPr>
        <w:t xml:space="preserve">                                                                       Дејан Тричковић,спец.двм</w:t>
      </w:r>
      <w:r w:rsidRPr="00F66BD9">
        <w:rPr>
          <w:b/>
          <w:lang w:val="sr-Cyrl-CS"/>
        </w:rPr>
        <w:t xml:space="preserve">          </w:t>
      </w:r>
    </w:p>
    <w:p w:rsidR="008D0A26" w:rsidRPr="00F66BD9" w:rsidRDefault="008D0A26" w:rsidP="00586613">
      <w:pPr>
        <w:jc w:val="both"/>
        <w:rPr>
          <w:b/>
          <w:sz w:val="22"/>
          <w:szCs w:val="22"/>
          <w:lang w:val="sr-Cyrl-CS"/>
        </w:rPr>
      </w:pPr>
    </w:p>
    <w:p w:rsidR="008D0A26" w:rsidRPr="00F66BD9" w:rsidRDefault="008D0A26" w:rsidP="00586613"/>
    <w:p w:rsidR="008D0A26" w:rsidRPr="00F66BD9" w:rsidRDefault="008D0A26" w:rsidP="00586613"/>
    <w:p w:rsidR="008D0A26" w:rsidRPr="00F66BD9" w:rsidRDefault="008D0A26" w:rsidP="00586613"/>
    <w:p w:rsidR="008D0A26" w:rsidRPr="00586613" w:rsidRDefault="008D0A26" w:rsidP="00586613"/>
    <w:p w:rsidR="008D0A26" w:rsidRPr="00586613" w:rsidRDefault="008D0A26" w:rsidP="00586613"/>
    <w:p w:rsidR="008D0A26" w:rsidRPr="00586613" w:rsidRDefault="008D0A26" w:rsidP="00586613"/>
    <w:p w:rsidR="008D0A26" w:rsidRPr="00586613" w:rsidRDefault="008D0A26" w:rsidP="00586613"/>
    <w:p w:rsidR="008D0A26" w:rsidRPr="00586613" w:rsidRDefault="008D0A26" w:rsidP="00586613"/>
    <w:p w:rsidR="008D0A26" w:rsidRPr="00586613" w:rsidRDefault="008D0A26" w:rsidP="00586613"/>
    <w:p w:rsidR="008D0A26" w:rsidRPr="00586613" w:rsidRDefault="008D0A26" w:rsidP="00586613"/>
    <w:p w:rsidR="008D0A26" w:rsidRPr="00586613" w:rsidRDefault="008D0A26" w:rsidP="00586613"/>
    <w:p w:rsidR="008D0A26" w:rsidRPr="00586613" w:rsidRDefault="008D0A26" w:rsidP="00586613"/>
    <w:p w:rsidR="008D0A26" w:rsidRPr="00586613" w:rsidRDefault="008D0A26" w:rsidP="00586613"/>
    <w:p w:rsidR="008D0A26" w:rsidRPr="00586613" w:rsidRDefault="008D0A26" w:rsidP="00586613"/>
    <w:p w:rsidR="008D0A26" w:rsidRPr="00586613" w:rsidRDefault="008D0A26" w:rsidP="00586613"/>
    <w:p w:rsidR="008D0A26" w:rsidRPr="00586613" w:rsidRDefault="008D0A26" w:rsidP="00586613"/>
    <w:p w:rsidR="008D0A26" w:rsidRPr="00941AF2" w:rsidRDefault="008D0A26" w:rsidP="00586613">
      <w:pPr>
        <w:tabs>
          <w:tab w:val="left" w:pos="3570"/>
        </w:tabs>
      </w:pPr>
    </w:p>
    <w:p w:rsidR="008D0A26" w:rsidRDefault="008D0A26" w:rsidP="00586613">
      <w:pPr>
        <w:tabs>
          <w:tab w:val="left" w:pos="3570"/>
        </w:tabs>
      </w:pPr>
    </w:p>
    <w:p w:rsidR="008D0A26" w:rsidRDefault="008D0A26" w:rsidP="00586613">
      <w:pPr>
        <w:tabs>
          <w:tab w:val="left" w:pos="3570"/>
        </w:tabs>
      </w:pPr>
    </w:p>
    <w:p w:rsidR="008D0A26" w:rsidRDefault="008D0A26" w:rsidP="00586613">
      <w:pPr>
        <w:tabs>
          <w:tab w:val="left" w:pos="3570"/>
        </w:tabs>
      </w:pPr>
    </w:p>
    <w:p w:rsidR="008D0A26" w:rsidRDefault="008D0A26" w:rsidP="00586613">
      <w:pPr>
        <w:tabs>
          <w:tab w:val="left" w:pos="3570"/>
        </w:tabs>
      </w:pPr>
    </w:p>
    <w:p w:rsidR="008D0A26" w:rsidRDefault="008D0A26" w:rsidP="00586613">
      <w:pPr>
        <w:tabs>
          <w:tab w:val="left" w:pos="3570"/>
        </w:tabs>
      </w:pPr>
    </w:p>
    <w:p w:rsidR="008D0A26" w:rsidRDefault="008D0A26" w:rsidP="00586613">
      <w:pPr>
        <w:tabs>
          <w:tab w:val="left" w:pos="3570"/>
        </w:tabs>
      </w:pPr>
    </w:p>
    <w:p w:rsidR="008D0A26" w:rsidRDefault="008D0A26" w:rsidP="00586613">
      <w:pPr>
        <w:tabs>
          <w:tab w:val="left" w:pos="3570"/>
        </w:tabs>
      </w:pPr>
    </w:p>
    <w:p w:rsidR="008D0A26" w:rsidRDefault="008D0A26" w:rsidP="00586613">
      <w:pPr>
        <w:tabs>
          <w:tab w:val="left" w:pos="3570"/>
        </w:tabs>
      </w:pPr>
    </w:p>
    <w:p w:rsidR="008D0A26" w:rsidRDefault="008D0A26" w:rsidP="00586613">
      <w:pPr>
        <w:tabs>
          <w:tab w:val="left" w:pos="3570"/>
        </w:tabs>
      </w:pPr>
    </w:p>
    <w:p w:rsidR="008D0A26" w:rsidRDefault="008D0A26" w:rsidP="00586613">
      <w:pPr>
        <w:tabs>
          <w:tab w:val="left" w:pos="3570"/>
        </w:tabs>
      </w:pPr>
    </w:p>
    <w:p w:rsidR="008D0A26" w:rsidRPr="006656CF" w:rsidRDefault="008D0A26" w:rsidP="0058661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основу чл. 116 и чл. 117 Закона о основама система образовања и васпитања ( Службени гласник РС, бр. 88/17), и чл. 32 ст.1 тач. 21 Статута града Врања ( Службени гласник града Врања </w:t>
      </w:r>
      <w:r w:rsidRPr="005C43F1">
        <w:rPr>
          <w:sz w:val="22"/>
          <w:szCs w:val="22"/>
        </w:rPr>
        <w:t>бр. 3/17, 8/17 и 27/17</w:t>
      </w:r>
      <w:r w:rsidRPr="00E76D47">
        <w:rPr>
          <w:sz w:val="22"/>
          <w:szCs w:val="22"/>
        </w:rPr>
        <w:t>), Скупштина града Врањ</w:t>
      </w:r>
      <w:r>
        <w:rPr>
          <w:sz w:val="22"/>
          <w:szCs w:val="22"/>
        </w:rPr>
        <w:t>а, на седници одржаној дана 01.03.</w:t>
      </w:r>
      <w:r w:rsidRPr="00E76D47">
        <w:rPr>
          <w:sz w:val="22"/>
          <w:szCs w:val="22"/>
        </w:rPr>
        <w:t xml:space="preserve">2018. </w:t>
      </w:r>
      <w:r>
        <w:rPr>
          <w:sz w:val="22"/>
          <w:szCs w:val="22"/>
        </w:rPr>
        <w:t>г</w:t>
      </w:r>
      <w:r w:rsidRPr="00E76D47">
        <w:rPr>
          <w:sz w:val="22"/>
          <w:szCs w:val="22"/>
        </w:rPr>
        <w:t>одине</w:t>
      </w:r>
      <w:r w:rsidRPr="006656CF">
        <w:rPr>
          <w:b/>
          <w:sz w:val="22"/>
          <w:szCs w:val="22"/>
        </w:rPr>
        <w:t>,</w:t>
      </w:r>
      <w:r>
        <w:rPr>
          <w:sz w:val="22"/>
          <w:szCs w:val="22"/>
        </w:rPr>
        <w:t xml:space="preserve"> доноси:</w:t>
      </w:r>
    </w:p>
    <w:p w:rsidR="008D0A26" w:rsidRPr="008E78A6" w:rsidRDefault="008D0A26" w:rsidP="00586613">
      <w:pPr>
        <w:rPr>
          <w:sz w:val="22"/>
          <w:szCs w:val="22"/>
        </w:rPr>
      </w:pPr>
    </w:p>
    <w:p w:rsidR="008D0A26" w:rsidRDefault="008D0A26" w:rsidP="00586613">
      <w:pPr>
        <w:jc w:val="center"/>
      </w:pPr>
    </w:p>
    <w:p w:rsidR="008D0A26" w:rsidRPr="005C43F1" w:rsidRDefault="008D0A26" w:rsidP="00586613">
      <w:pPr>
        <w:jc w:val="center"/>
        <w:rPr>
          <w:b/>
        </w:rPr>
      </w:pPr>
    </w:p>
    <w:p w:rsidR="008D0A26" w:rsidRPr="005C43F1" w:rsidRDefault="008D0A26" w:rsidP="00586613">
      <w:pPr>
        <w:tabs>
          <w:tab w:val="left" w:pos="3090"/>
        </w:tabs>
        <w:jc w:val="center"/>
        <w:rPr>
          <w:b/>
        </w:rPr>
      </w:pPr>
      <w:r w:rsidRPr="005C43F1">
        <w:rPr>
          <w:b/>
        </w:rPr>
        <w:t>Р Е Ш Е Њ Е</w:t>
      </w:r>
    </w:p>
    <w:p w:rsidR="008D0A26" w:rsidRPr="005C43F1" w:rsidRDefault="008D0A26" w:rsidP="00586613">
      <w:pPr>
        <w:tabs>
          <w:tab w:val="left" w:pos="3090"/>
        </w:tabs>
        <w:jc w:val="center"/>
        <w:rPr>
          <w:b/>
        </w:rPr>
      </w:pPr>
      <w:r w:rsidRPr="005C43F1">
        <w:rPr>
          <w:b/>
        </w:rPr>
        <w:t>О ИЗМЕНИ И ДОПУНИ РЕШЕЊА О ИМЕНОВАЊУ ЧЛАНОВА ШКОЛСКИХ ОДБОРА</w:t>
      </w:r>
      <w:r>
        <w:rPr>
          <w:b/>
        </w:rPr>
        <w:t xml:space="preserve"> У СРЕДЊИМ</w:t>
      </w:r>
      <w:r w:rsidRPr="005C43F1">
        <w:rPr>
          <w:b/>
        </w:rPr>
        <w:t xml:space="preserve"> ШКОЛАМА НА ТЕРИТОРИЈИ ГРАДА ВРАЊА</w:t>
      </w:r>
    </w:p>
    <w:p w:rsidR="008D0A26" w:rsidRPr="005C43F1" w:rsidRDefault="008D0A26" w:rsidP="00586613">
      <w:pPr>
        <w:jc w:val="center"/>
        <w:rPr>
          <w:b/>
        </w:rPr>
      </w:pPr>
    </w:p>
    <w:p w:rsidR="008D0A26" w:rsidRPr="005C43F1" w:rsidRDefault="008D0A26" w:rsidP="00586613">
      <w:pPr>
        <w:jc w:val="center"/>
        <w:rPr>
          <w:b/>
        </w:rPr>
      </w:pPr>
    </w:p>
    <w:p w:rsidR="008D0A26" w:rsidRPr="005C43F1" w:rsidRDefault="008D0A26" w:rsidP="00586613">
      <w:pPr>
        <w:jc w:val="center"/>
        <w:rPr>
          <w:b/>
        </w:rPr>
      </w:pPr>
    </w:p>
    <w:p w:rsidR="008D0A26" w:rsidRDefault="008D0A26" w:rsidP="00586613">
      <w:pPr>
        <w:tabs>
          <w:tab w:val="left" w:pos="705"/>
        </w:tabs>
      </w:pPr>
      <w:r>
        <w:t xml:space="preserve">        Решење о именовању чланова Школских одбора у средњим школама на територији града Врања бр. 02-194/2014-13 од 13.06.2014. године ( Службени гласник града Врања бр. 13/14 ),мења се и гласи:</w:t>
      </w:r>
    </w:p>
    <w:p w:rsidR="008D0A26" w:rsidRPr="00422059" w:rsidRDefault="008D0A26" w:rsidP="00586613">
      <w:pPr>
        <w:rPr>
          <w:b/>
        </w:rPr>
      </w:pPr>
    </w:p>
    <w:p w:rsidR="008D0A26" w:rsidRPr="00422059" w:rsidRDefault="008D0A26" w:rsidP="00586613">
      <w:pPr>
        <w:jc w:val="center"/>
        <w:rPr>
          <w:b/>
        </w:rPr>
      </w:pPr>
      <w:r w:rsidRPr="00422059">
        <w:rPr>
          <w:b/>
        </w:rPr>
        <w:t>I</w:t>
      </w:r>
    </w:p>
    <w:p w:rsidR="008D0A26" w:rsidRPr="00422059" w:rsidRDefault="008D0A26" w:rsidP="00586613">
      <w:pPr>
        <w:jc w:val="center"/>
        <w:rPr>
          <w:b/>
        </w:rPr>
      </w:pPr>
    </w:p>
    <w:p w:rsidR="008D0A26" w:rsidRPr="00795B8E" w:rsidRDefault="008D0A26" w:rsidP="00586613">
      <w:pPr>
        <w:rPr>
          <w:b/>
        </w:rPr>
      </w:pPr>
      <w:r w:rsidRPr="00795B8E">
        <w:rPr>
          <w:b/>
        </w:rPr>
        <w:t>У Школском одбору средње школе Гимназија „ Бора Станковић“ Врање, именују се:</w:t>
      </w:r>
    </w:p>
    <w:p w:rsidR="008D0A26" w:rsidRDefault="008D0A26" w:rsidP="00586613"/>
    <w:p w:rsidR="008D0A26" w:rsidRPr="00E6466B" w:rsidRDefault="008D0A26" w:rsidP="00586613">
      <w:r>
        <w:t>1. Горан Младеновић, дипл.економиста из Врања, ул. Кнеза Милоша,представник локалне самоуправе.</w:t>
      </w:r>
    </w:p>
    <w:p w:rsidR="008D0A26" w:rsidRPr="00E6466B" w:rsidRDefault="008D0A26" w:rsidP="00586613">
      <w:r>
        <w:t>2.Будимир Михајловић, дипл.економиста из Врања, ул. Париске комуне бр. 10, представник локалне самоуправе.</w:t>
      </w:r>
    </w:p>
    <w:p w:rsidR="008D0A26" w:rsidRDefault="008D0A26" w:rsidP="00586613">
      <w:r>
        <w:t>3. Драги Петковић, дипл.економиста из Врања, ул. Сутјескина бр. 40, представник локалне самоуправе.</w:t>
      </w:r>
    </w:p>
    <w:p w:rsidR="008D0A26" w:rsidRPr="001E0C28" w:rsidRDefault="008D0A26" w:rsidP="00586613"/>
    <w:p w:rsidR="008D0A26" w:rsidRDefault="008D0A26" w:rsidP="00586613"/>
    <w:p w:rsidR="008D0A26" w:rsidRPr="00795B8E" w:rsidRDefault="008D0A26" w:rsidP="00586613">
      <w:pPr>
        <w:rPr>
          <w:b/>
        </w:rPr>
      </w:pPr>
      <w:r w:rsidRPr="00795B8E">
        <w:rPr>
          <w:b/>
        </w:rPr>
        <w:t>У Школском одбору средње пољопривредно – ветеринарске школе „ Стеван синђелић“ Врање, именују се:</w:t>
      </w:r>
    </w:p>
    <w:p w:rsidR="008D0A26" w:rsidRDefault="008D0A26" w:rsidP="00586613"/>
    <w:p w:rsidR="008D0A26" w:rsidRPr="00E6466B" w:rsidRDefault="008D0A26" w:rsidP="00586613">
      <w:r>
        <w:t>1. Синиша Симоновић, дипл. инг. пољопривреде из с Коћура, представник локалне самоуправе.</w:t>
      </w:r>
    </w:p>
    <w:p w:rsidR="008D0A26" w:rsidRPr="00E6466B" w:rsidRDefault="008D0A26" w:rsidP="00586613">
      <w:r>
        <w:t>2. Лидија Јорданов, дипл.економиста из Врања, ул. Димитрија Станковића бр.32, представник локалне самоуправе.</w:t>
      </w:r>
    </w:p>
    <w:p w:rsidR="008D0A26" w:rsidRDefault="008D0A26" w:rsidP="00586613">
      <w:r>
        <w:t>3. Слађан Стојиљковић, економски техничар из Врања, ул. Учитељ Милана бр. 2, представник локалне самоуправе.</w:t>
      </w:r>
    </w:p>
    <w:p w:rsidR="008D0A26" w:rsidRDefault="008D0A26" w:rsidP="00586613"/>
    <w:p w:rsidR="008D0A26" w:rsidRPr="001E0C28" w:rsidRDefault="008D0A26" w:rsidP="00586613"/>
    <w:p w:rsidR="008D0A26" w:rsidRDefault="008D0A26" w:rsidP="00586613"/>
    <w:p w:rsidR="008D0A26" w:rsidRDefault="008D0A26" w:rsidP="001E0C28">
      <w:pPr>
        <w:tabs>
          <w:tab w:val="left" w:pos="960"/>
        </w:tabs>
        <w:jc w:val="both"/>
        <w:rPr>
          <w:b/>
        </w:rPr>
      </w:pPr>
      <w:r w:rsidRPr="001E0C28">
        <w:rPr>
          <w:b/>
        </w:rPr>
        <w:t>У Школском одбору „Техничка школа“ Врање</w:t>
      </w:r>
      <w:r>
        <w:rPr>
          <w:b/>
        </w:rPr>
        <w:t>, именује се</w:t>
      </w:r>
      <w:r w:rsidRPr="001E0C28">
        <w:rPr>
          <w:b/>
        </w:rPr>
        <w:t>:</w:t>
      </w:r>
    </w:p>
    <w:p w:rsidR="008D0A26" w:rsidRDefault="008D0A26" w:rsidP="001E0C28">
      <w:pPr>
        <w:tabs>
          <w:tab w:val="left" w:pos="960"/>
        </w:tabs>
        <w:jc w:val="both"/>
        <w:rPr>
          <w:b/>
        </w:rPr>
      </w:pPr>
    </w:p>
    <w:p w:rsidR="008D0A26" w:rsidRDefault="008D0A26" w:rsidP="001E0C28">
      <w:pPr>
        <w:tabs>
          <w:tab w:val="left" w:pos="960"/>
        </w:tabs>
        <w:jc w:val="both"/>
        <w:rPr>
          <w:b/>
        </w:rPr>
      </w:pPr>
    </w:p>
    <w:p w:rsidR="008D0A26" w:rsidRPr="001E0C28" w:rsidRDefault="008D0A26" w:rsidP="001E0C28">
      <w:pPr>
        <w:tabs>
          <w:tab w:val="left" w:pos="960"/>
        </w:tabs>
        <w:jc w:val="both"/>
        <w:rPr>
          <w:b/>
        </w:rPr>
      </w:pPr>
      <w:r>
        <w:t>1 Зоран Стошић, дипл. инг. електронике из Врања, ул. Мате Јерковића бр. 3, представник локалне самоуправе.</w:t>
      </w:r>
      <w:r w:rsidRPr="001E0C28">
        <w:rPr>
          <w:b/>
        </w:rPr>
        <w:t xml:space="preserve">   </w:t>
      </w:r>
    </w:p>
    <w:p w:rsidR="008D0A26" w:rsidRDefault="008D0A26" w:rsidP="001E0C28">
      <w:pPr>
        <w:tabs>
          <w:tab w:val="left" w:pos="960"/>
        </w:tabs>
        <w:jc w:val="both"/>
        <w:rPr>
          <w:b/>
        </w:rPr>
      </w:pPr>
    </w:p>
    <w:p w:rsidR="008D0A26" w:rsidRPr="001E0C28" w:rsidRDefault="008D0A26" w:rsidP="001E0C28">
      <w:pPr>
        <w:tabs>
          <w:tab w:val="left" w:pos="960"/>
        </w:tabs>
        <w:jc w:val="both"/>
      </w:pPr>
    </w:p>
    <w:p w:rsidR="008D0A26" w:rsidRPr="001E0C28" w:rsidRDefault="008D0A26" w:rsidP="001E0C28">
      <w:pPr>
        <w:pStyle w:val="ListParagraph"/>
        <w:tabs>
          <w:tab w:val="left" w:pos="960"/>
        </w:tabs>
        <w:jc w:val="both"/>
      </w:pPr>
    </w:p>
    <w:p w:rsidR="008D0A26" w:rsidRPr="001E0C28" w:rsidRDefault="008D0A26" w:rsidP="00586613"/>
    <w:p w:rsidR="008D0A26" w:rsidRDefault="008D0A26" w:rsidP="00586613"/>
    <w:p w:rsidR="008D0A26" w:rsidRDefault="008D0A26" w:rsidP="00586613">
      <w:r w:rsidRPr="00795B8E">
        <w:rPr>
          <w:b/>
        </w:rPr>
        <w:t>У Школском одбору музичке школе „ Стеван Мокрањац“, именују се</w:t>
      </w:r>
      <w:r>
        <w:t>:</w:t>
      </w:r>
    </w:p>
    <w:p w:rsidR="008D0A26" w:rsidRDefault="008D0A26" w:rsidP="00586613"/>
    <w:p w:rsidR="008D0A26" w:rsidRPr="00941AF2" w:rsidRDefault="008D0A26" w:rsidP="00586613">
      <w:r>
        <w:t>1. Драгана Митровић, професор музике из Врања, ул. Генерала Белимарковића бр.3/5, представник локалне самоуправе.</w:t>
      </w:r>
    </w:p>
    <w:p w:rsidR="008D0A26" w:rsidRDefault="008D0A26" w:rsidP="00586613"/>
    <w:p w:rsidR="008D0A26" w:rsidRPr="00F767E8" w:rsidRDefault="008D0A26" w:rsidP="00586613">
      <w:pPr>
        <w:jc w:val="both"/>
        <w:rPr>
          <w:b/>
          <w:sz w:val="22"/>
          <w:szCs w:val="22"/>
          <w:lang w:val="sr-Cyrl-CS"/>
        </w:rPr>
      </w:pPr>
    </w:p>
    <w:p w:rsidR="008D0A26" w:rsidRPr="00F767E8" w:rsidRDefault="008D0A26" w:rsidP="00586613">
      <w:pPr>
        <w:jc w:val="center"/>
        <w:rPr>
          <w:b/>
          <w:sz w:val="22"/>
          <w:szCs w:val="22"/>
          <w:lang w:val="sr-Latn-CS"/>
        </w:rPr>
      </w:pPr>
      <w:r w:rsidRPr="00F767E8">
        <w:rPr>
          <w:b/>
          <w:sz w:val="22"/>
          <w:szCs w:val="22"/>
          <w:lang w:val="sr-Latn-CS"/>
        </w:rPr>
        <w:t>II</w:t>
      </w:r>
    </w:p>
    <w:p w:rsidR="008D0A26" w:rsidRPr="00F767E8" w:rsidRDefault="008D0A26" w:rsidP="00586613">
      <w:pPr>
        <w:jc w:val="center"/>
        <w:rPr>
          <w:b/>
          <w:sz w:val="22"/>
          <w:szCs w:val="22"/>
        </w:rPr>
      </w:pPr>
    </w:p>
    <w:p w:rsidR="008D0A26" w:rsidRPr="00F767E8" w:rsidRDefault="008D0A26" w:rsidP="00941AF2">
      <w:pPr>
        <w:jc w:val="center"/>
        <w:rPr>
          <w:sz w:val="22"/>
          <w:szCs w:val="22"/>
        </w:rPr>
      </w:pPr>
      <w:r w:rsidRPr="00F767E8">
        <w:rPr>
          <w:sz w:val="22"/>
          <w:szCs w:val="22"/>
        </w:rPr>
        <w:t>Решење ступа на снагу даном доношења.</w:t>
      </w:r>
    </w:p>
    <w:p w:rsidR="008D0A26" w:rsidRPr="00F767E8" w:rsidRDefault="008D0A26" w:rsidP="00422059">
      <w:pPr>
        <w:jc w:val="center"/>
        <w:rPr>
          <w:b/>
          <w:sz w:val="22"/>
          <w:szCs w:val="22"/>
        </w:rPr>
      </w:pPr>
      <w:r w:rsidRPr="00F767E8">
        <w:rPr>
          <w:b/>
          <w:sz w:val="22"/>
          <w:szCs w:val="22"/>
        </w:rPr>
        <w:t>III</w:t>
      </w:r>
    </w:p>
    <w:p w:rsidR="008D0A26" w:rsidRPr="00F767E8" w:rsidRDefault="008D0A26" w:rsidP="00422059">
      <w:pPr>
        <w:jc w:val="center"/>
        <w:rPr>
          <w:b/>
          <w:sz w:val="22"/>
          <w:szCs w:val="22"/>
        </w:rPr>
      </w:pPr>
    </w:p>
    <w:p w:rsidR="008D0A26" w:rsidRPr="00F767E8" w:rsidRDefault="008D0A26" w:rsidP="00422059">
      <w:pPr>
        <w:tabs>
          <w:tab w:val="left" w:pos="3570"/>
        </w:tabs>
        <w:jc w:val="center"/>
        <w:rPr>
          <w:sz w:val="22"/>
          <w:szCs w:val="22"/>
          <w:lang w:val="sr-Cyrl-CS"/>
        </w:rPr>
      </w:pPr>
      <w:r w:rsidRPr="00F767E8">
        <w:rPr>
          <w:sz w:val="22"/>
          <w:szCs w:val="22"/>
          <w:lang w:val="sr-Cyrl-CS"/>
        </w:rPr>
        <w:t>Решење  објавити  у „Службеном гласнику града Врања</w:t>
      </w:r>
    </w:p>
    <w:p w:rsidR="008D0A26" w:rsidRPr="00F767E8" w:rsidRDefault="008D0A26" w:rsidP="00422059">
      <w:pPr>
        <w:tabs>
          <w:tab w:val="left" w:pos="3570"/>
        </w:tabs>
        <w:jc w:val="center"/>
        <w:rPr>
          <w:sz w:val="22"/>
          <w:szCs w:val="22"/>
          <w:lang w:val="sr-Cyrl-CS"/>
        </w:rPr>
      </w:pPr>
    </w:p>
    <w:p w:rsidR="008D0A26" w:rsidRPr="00F767E8" w:rsidRDefault="008D0A26" w:rsidP="00422059">
      <w:pPr>
        <w:tabs>
          <w:tab w:val="left" w:pos="3570"/>
        </w:tabs>
        <w:jc w:val="center"/>
        <w:rPr>
          <w:sz w:val="22"/>
          <w:szCs w:val="22"/>
          <w:lang w:val="sr-Cyrl-CS"/>
        </w:rPr>
      </w:pPr>
    </w:p>
    <w:p w:rsidR="008D0A26" w:rsidRPr="00F767E8" w:rsidRDefault="008D0A26" w:rsidP="00941AF2">
      <w:pPr>
        <w:tabs>
          <w:tab w:val="left" w:pos="3570"/>
        </w:tabs>
        <w:rPr>
          <w:sz w:val="22"/>
          <w:szCs w:val="22"/>
        </w:rPr>
      </w:pPr>
    </w:p>
    <w:p w:rsidR="008D0A26" w:rsidRPr="00F767E8" w:rsidRDefault="008D0A26" w:rsidP="00422059">
      <w:pPr>
        <w:rPr>
          <w:sz w:val="22"/>
          <w:szCs w:val="22"/>
          <w:lang w:val="sr-Cyrl-CS"/>
        </w:rPr>
      </w:pPr>
    </w:p>
    <w:p w:rsidR="008D0A26" w:rsidRPr="00F767E8" w:rsidRDefault="008D0A26" w:rsidP="00422059">
      <w:pPr>
        <w:jc w:val="center"/>
        <w:rPr>
          <w:b/>
          <w:sz w:val="22"/>
          <w:szCs w:val="22"/>
          <w:lang w:val="sr-Cyrl-CS"/>
        </w:rPr>
      </w:pPr>
      <w:r w:rsidRPr="00F767E8">
        <w:rPr>
          <w:b/>
          <w:sz w:val="22"/>
          <w:szCs w:val="22"/>
          <w:lang w:val="sr-Cyrl-CS"/>
        </w:rPr>
        <w:t>СКУПШТИНА  ГРАДА ВРАЊА</w:t>
      </w:r>
    </w:p>
    <w:p w:rsidR="008D0A26" w:rsidRPr="00F767E8" w:rsidRDefault="008D0A26" w:rsidP="00422059">
      <w:pPr>
        <w:jc w:val="center"/>
        <w:rPr>
          <w:b/>
          <w:sz w:val="22"/>
          <w:szCs w:val="22"/>
          <w:lang/>
        </w:rPr>
      </w:pPr>
      <w:r>
        <w:rPr>
          <w:b/>
          <w:sz w:val="22"/>
          <w:szCs w:val="22"/>
          <w:lang/>
        </w:rPr>
        <w:t>01.03.2018</w:t>
      </w:r>
      <w:r>
        <w:rPr>
          <w:b/>
          <w:sz w:val="22"/>
          <w:szCs w:val="22"/>
          <w:lang w:val="sr-Cyrl-CS"/>
        </w:rPr>
        <w:t xml:space="preserve">. године, број: </w:t>
      </w:r>
      <w:r>
        <w:rPr>
          <w:b/>
          <w:sz w:val="22"/>
          <w:szCs w:val="22"/>
          <w:lang/>
        </w:rPr>
        <w:t>02-50/2018-10</w:t>
      </w:r>
    </w:p>
    <w:p w:rsidR="008D0A26" w:rsidRPr="00F767E8" w:rsidRDefault="008D0A26" w:rsidP="00422059">
      <w:pPr>
        <w:jc w:val="center"/>
        <w:rPr>
          <w:b/>
          <w:sz w:val="22"/>
          <w:szCs w:val="22"/>
          <w:lang w:val="sr-Cyrl-CS"/>
        </w:rPr>
      </w:pPr>
    </w:p>
    <w:p w:rsidR="008D0A26" w:rsidRPr="00F767E8" w:rsidRDefault="008D0A26" w:rsidP="00422059">
      <w:pPr>
        <w:jc w:val="both"/>
        <w:rPr>
          <w:b/>
          <w:sz w:val="22"/>
          <w:szCs w:val="22"/>
          <w:lang w:val="sr-Cyrl-CS"/>
        </w:rPr>
      </w:pPr>
      <w:r w:rsidRPr="00F767E8">
        <w:rPr>
          <w:b/>
          <w:sz w:val="22"/>
          <w:szCs w:val="22"/>
          <w:lang w:val="sr-Cyrl-CS"/>
        </w:rPr>
        <w:t xml:space="preserve">                                                            </w:t>
      </w:r>
    </w:p>
    <w:p w:rsidR="008D0A26" w:rsidRPr="00F767E8" w:rsidRDefault="008D0A26" w:rsidP="00422059">
      <w:pPr>
        <w:jc w:val="both"/>
        <w:rPr>
          <w:b/>
          <w:sz w:val="22"/>
          <w:szCs w:val="22"/>
          <w:lang w:val="sr-Cyrl-CS"/>
        </w:rPr>
      </w:pPr>
      <w:r w:rsidRPr="00F767E8">
        <w:rPr>
          <w:b/>
          <w:sz w:val="22"/>
          <w:szCs w:val="22"/>
          <w:lang w:val="sr-Cyrl-CS"/>
        </w:rPr>
        <w:t xml:space="preserve">                                                                      ПРЕДСЕДНИК СКУПШТИНЕ</w:t>
      </w:r>
    </w:p>
    <w:p w:rsidR="008D0A26" w:rsidRPr="00F767E8" w:rsidRDefault="008D0A26" w:rsidP="00422059">
      <w:pPr>
        <w:jc w:val="both"/>
        <w:rPr>
          <w:b/>
          <w:sz w:val="22"/>
          <w:szCs w:val="22"/>
          <w:lang w:val="sr-Cyrl-CS"/>
        </w:rPr>
      </w:pPr>
      <w:r w:rsidRPr="00F767E8">
        <w:rPr>
          <w:b/>
          <w:sz w:val="22"/>
          <w:szCs w:val="22"/>
          <w:lang w:val="sr-Cyrl-CS"/>
        </w:rPr>
        <w:t xml:space="preserve">                                                                       Дејан Тричковић,спец.двм</w:t>
      </w:r>
      <w:r w:rsidRPr="00F767E8">
        <w:rPr>
          <w:b/>
          <w:lang w:val="sr-Cyrl-CS"/>
        </w:rPr>
        <w:t xml:space="preserve">          </w:t>
      </w:r>
    </w:p>
    <w:p w:rsidR="008D0A26" w:rsidRPr="00F767E8" w:rsidRDefault="008D0A26" w:rsidP="00422059">
      <w:pPr>
        <w:jc w:val="both"/>
        <w:rPr>
          <w:b/>
          <w:sz w:val="22"/>
          <w:szCs w:val="22"/>
          <w:lang w:val="sr-Cyrl-CS"/>
        </w:rPr>
      </w:pPr>
    </w:p>
    <w:p w:rsidR="008D0A26" w:rsidRDefault="008D0A26" w:rsidP="00422059">
      <w:pPr>
        <w:jc w:val="center"/>
        <w:rPr>
          <w:rFonts w:ascii="Arial" w:hAnsi="Arial" w:cs="Arial"/>
          <w:b/>
          <w:sz w:val="22"/>
          <w:szCs w:val="22"/>
          <w:lang w:val="sr-Latn-CS"/>
        </w:rPr>
      </w:pPr>
    </w:p>
    <w:p w:rsidR="008D0A26" w:rsidRDefault="008D0A26" w:rsidP="00422059">
      <w:pPr>
        <w:jc w:val="center"/>
        <w:rPr>
          <w:rFonts w:ascii="Arial" w:hAnsi="Arial" w:cs="Arial"/>
          <w:b/>
          <w:sz w:val="22"/>
          <w:szCs w:val="22"/>
          <w:lang w:val="sr-Latn-CS"/>
        </w:rPr>
      </w:pPr>
    </w:p>
    <w:p w:rsidR="008D0A26" w:rsidRPr="00586613" w:rsidRDefault="008D0A26" w:rsidP="00422059">
      <w:pPr>
        <w:tabs>
          <w:tab w:val="left" w:pos="3570"/>
        </w:tabs>
        <w:jc w:val="center"/>
      </w:pPr>
    </w:p>
    <w:sectPr w:rsidR="008D0A26" w:rsidRPr="00586613" w:rsidSect="00C613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A26" w:rsidRDefault="008D0A26" w:rsidP="003E4496">
      <w:r>
        <w:separator/>
      </w:r>
    </w:p>
  </w:endnote>
  <w:endnote w:type="continuationSeparator" w:id="0">
    <w:p w:rsidR="008D0A26" w:rsidRDefault="008D0A26" w:rsidP="003E44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A26" w:rsidRDefault="008D0A26" w:rsidP="003E4496">
      <w:r>
        <w:separator/>
      </w:r>
    </w:p>
  </w:footnote>
  <w:footnote w:type="continuationSeparator" w:id="0">
    <w:p w:rsidR="008D0A26" w:rsidRDefault="008D0A26" w:rsidP="003E44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F5F"/>
    <w:multiLevelType w:val="hybridMultilevel"/>
    <w:tmpl w:val="FA8C516C"/>
    <w:lvl w:ilvl="0" w:tplc="4C06D604">
      <w:start w:val="1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1">
    <w:nsid w:val="02227381"/>
    <w:multiLevelType w:val="hybridMultilevel"/>
    <w:tmpl w:val="A582DB32"/>
    <w:lvl w:ilvl="0" w:tplc="06C637B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3323B68"/>
    <w:multiLevelType w:val="hybridMultilevel"/>
    <w:tmpl w:val="E444B4B4"/>
    <w:lvl w:ilvl="0" w:tplc="9D148306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3">
    <w:nsid w:val="03FB5305"/>
    <w:multiLevelType w:val="hybridMultilevel"/>
    <w:tmpl w:val="AC467030"/>
    <w:lvl w:ilvl="0" w:tplc="37B6B39A">
      <w:start w:val="1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13F8496F"/>
    <w:multiLevelType w:val="hybridMultilevel"/>
    <w:tmpl w:val="F066FC9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6C0A75"/>
    <w:multiLevelType w:val="hybridMultilevel"/>
    <w:tmpl w:val="F9EE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871361"/>
    <w:multiLevelType w:val="hybridMultilevel"/>
    <w:tmpl w:val="75FCA45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012AFB"/>
    <w:multiLevelType w:val="hybridMultilevel"/>
    <w:tmpl w:val="C012E5F0"/>
    <w:lvl w:ilvl="0" w:tplc="620CBF2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D0B5945"/>
    <w:multiLevelType w:val="hybridMultilevel"/>
    <w:tmpl w:val="AAAE568E"/>
    <w:lvl w:ilvl="0" w:tplc="231AF50E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">
    <w:nsid w:val="21992B43"/>
    <w:multiLevelType w:val="hybridMultilevel"/>
    <w:tmpl w:val="1756AB12"/>
    <w:lvl w:ilvl="0" w:tplc="2BD2A3B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3BC2659"/>
    <w:multiLevelType w:val="hybridMultilevel"/>
    <w:tmpl w:val="0FAEE632"/>
    <w:lvl w:ilvl="0" w:tplc="5AE6B08A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1">
    <w:nsid w:val="276742A7"/>
    <w:multiLevelType w:val="hybridMultilevel"/>
    <w:tmpl w:val="2E18AD08"/>
    <w:lvl w:ilvl="0" w:tplc="C1045E32">
      <w:start w:val="23"/>
      <w:numFmt w:val="bullet"/>
      <w:lvlText w:val="-"/>
      <w:lvlJc w:val="left"/>
      <w:pPr>
        <w:ind w:left="292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abstractNum w:abstractNumId="12">
    <w:nsid w:val="27C607AD"/>
    <w:multiLevelType w:val="hybridMultilevel"/>
    <w:tmpl w:val="7D12A26E"/>
    <w:lvl w:ilvl="0" w:tplc="570A890E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3">
    <w:nsid w:val="288C3A71"/>
    <w:multiLevelType w:val="hybridMultilevel"/>
    <w:tmpl w:val="F676C1F8"/>
    <w:lvl w:ilvl="0" w:tplc="13F88EE8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4">
    <w:nsid w:val="2D8D2E94"/>
    <w:multiLevelType w:val="hybridMultilevel"/>
    <w:tmpl w:val="561A765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F6E3CC1"/>
    <w:multiLevelType w:val="hybridMultilevel"/>
    <w:tmpl w:val="3AF07F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0BC63DB"/>
    <w:multiLevelType w:val="hybridMultilevel"/>
    <w:tmpl w:val="DF9E6428"/>
    <w:lvl w:ilvl="0" w:tplc="4F78390C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7">
    <w:nsid w:val="31EC6336"/>
    <w:multiLevelType w:val="hybridMultilevel"/>
    <w:tmpl w:val="86D65EE4"/>
    <w:lvl w:ilvl="0" w:tplc="97FAD0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32E77C61"/>
    <w:multiLevelType w:val="hybridMultilevel"/>
    <w:tmpl w:val="C5A4B21E"/>
    <w:lvl w:ilvl="0" w:tplc="2F120C3C">
      <w:start w:val="1"/>
      <w:numFmt w:val="decimal"/>
      <w:lvlText w:val="%1."/>
      <w:lvlJc w:val="left"/>
      <w:pPr>
        <w:ind w:left="14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19">
    <w:nsid w:val="3A9B1382"/>
    <w:multiLevelType w:val="hybridMultilevel"/>
    <w:tmpl w:val="D9F64BA8"/>
    <w:lvl w:ilvl="0" w:tplc="3A84504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3AFF0AB6"/>
    <w:multiLevelType w:val="hybridMultilevel"/>
    <w:tmpl w:val="19D6815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B131377"/>
    <w:multiLevelType w:val="hybridMultilevel"/>
    <w:tmpl w:val="78B05D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C861E9E"/>
    <w:multiLevelType w:val="hybridMultilevel"/>
    <w:tmpl w:val="CFCA216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58C42CC"/>
    <w:multiLevelType w:val="hybridMultilevel"/>
    <w:tmpl w:val="7BFE37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61C5E19"/>
    <w:multiLevelType w:val="hybridMultilevel"/>
    <w:tmpl w:val="1E6C5AA4"/>
    <w:lvl w:ilvl="0" w:tplc="FA121FEC">
      <w:start w:val="1"/>
      <w:numFmt w:val="decimal"/>
      <w:lvlText w:val="%1."/>
      <w:lvlJc w:val="left"/>
      <w:pPr>
        <w:ind w:left="14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5">
    <w:nsid w:val="474F5DA8"/>
    <w:multiLevelType w:val="hybridMultilevel"/>
    <w:tmpl w:val="077EB7EC"/>
    <w:lvl w:ilvl="0" w:tplc="390AA3BC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26">
    <w:nsid w:val="47A07839"/>
    <w:multiLevelType w:val="hybridMultilevel"/>
    <w:tmpl w:val="0CB4A18E"/>
    <w:lvl w:ilvl="0" w:tplc="F8569126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27">
    <w:nsid w:val="4B1A6CF9"/>
    <w:multiLevelType w:val="hybridMultilevel"/>
    <w:tmpl w:val="676AAF32"/>
    <w:lvl w:ilvl="0" w:tplc="598CBEC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28">
    <w:nsid w:val="4EA550A6"/>
    <w:multiLevelType w:val="hybridMultilevel"/>
    <w:tmpl w:val="04A20B70"/>
    <w:lvl w:ilvl="0" w:tplc="B2CE1200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9">
    <w:nsid w:val="56F2474C"/>
    <w:multiLevelType w:val="hybridMultilevel"/>
    <w:tmpl w:val="F5C2B910"/>
    <w:lvl w:ilvl="0" w:tplc="C7C67E9E">
      <w:start w:val="1"/>
      <w:numFmt w:val="decimal"/>
      <w:lvlText w:val="%1."/>
      <w:lvlJc w:val="left"/>
      <w:pPr>
        <w:ind w:left="12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30">
    <w:nsid w:val="57DE15D3"/>
    <w:multiLevelType w:val="hybridMultilevel"/>
    <w:tmpl w:val="4C5849F2"/>
    <w:lvl w:ilvl="0" w:tplc="402898AA">
      <w:start w:val="1"/>
      <w:numFmt w:val="decimal"/>
      <w:lvlText w:val="%1."/>
      <w:lvlJc w:val="left"/>
      <w:pPr>
        <w:ind w:left="13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31">
    <w:nsid w:val="5AD26788"/>
    <w:multiLevelType w:val="hybridMultilevel"/>
    <w:tmpl w:val="BC523ED2"/>
    <w:lvl w:ilvl="0" w:tplc="B374E988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32">
    <w:nsid w:val="5EB7689F"/>
    <w:multiLevelType w:val="hybridMultilevel"/>
    <w:tmpl w:val="15C20A4A"/>
    <w:lvl w:ilvl="0" w:tplc="086A0E26">
      <w:start w:val="1"/>
      <w:numFmt w:val="decimal"/>
      <w:lvlText w:val="%1."/>
      <w:lvlJc w:val="left"/>
      <w:pPr>
        <w:ind w:left="14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33">
    <w:nsid w:val="5EFB0A99"/>
    <w:multiLevelType w:val="hybridMultilevel"/>
    <w:tmpl w:val="BAE09BBE"/>
    <w:lvl w:ilvl="0" w:tplc="2EBAFFC4">
      <w:start w:val="1"/>
      <w:numFmt w:val="decimal"/>
      <w:lvlText w:val="%1."/>
      <w:lvlJc w:val="left"/>
      <w:pPr>
        <w:ind w:left="11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34">
    <w:nsid w:val="687D61F7"/>
    <w:multiLevelType w:val="hybridMultilevel"/>
    <w:tmpl w:val="B628A6D4"/>
    <w:lvl w:ilvl="0" w:tplc="6ACA45C2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35">
    <w:nsid w:val="69DF620C"/>
    <w:multiLevelType w:val="hybridMultilevel"/>
    <w:tmpl w:val="596E234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CF535A3"/>
    <w:multiLevelType w:val="hybridMultilevel"/>
    <w:tmpl w:val="6DC6AF9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F351835"/>
    <w:multiLevelType w:val="hybridMultilevel"/>
    <w:tmpl w:val="6AEEA47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F486EF3"/>
    <w:multiLevelType w:val="hybridMultilevel"/>
    <w:tmpl w:val="35126CC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4C73DCB"/>
    <w:multiLevelType w:val="hybridMultilevel"/>
    <w:tmpl w:val="20060E52"/>
    <w:lvl w:ilvl="0" w:tplc="4C108B2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790F0358"/>
    <w:multiLevelType w:val="hybridMultilevel"/>
    <w:tmpl w:val="3E8E2F16"/>
    <w:lvl w:ilvl="0" w:tplc="EC0C39EA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num w:numId="1">
    <w:abstractNumId w:val="7"/>
  </w:num>
  <w:num w:numId="2">
    <w:abstractNumId w:val="20"/>
  </w:num>
  <w:num w:numId="3">
    <w:abstractNumId w:val="29"/>
  </w:num>
  <w:num w:numId="4">
    <w:abstractNumId w:val="4"/>
  </w:num>
  <w:num w:numId="5">
    <w:abstractNumId w:val="8"/>
  </w:num>
  <w:num w:numId="6">
    <w:abstractNumId w:val="27"/>
  </w:num>
  <w:num w:numId="7">
    <w:abstractNumId w:val="24"/>
  </w:num>
  <w:num w:numId="8">
    <w:abstractNumId w:val="33"/>
  </w:num>
  <w:num w:numId="9">
    <w:abstractNumId w:val="18"/>
  </w:num>
  <w:num w:numId="10">
    <w:abstractNumId w:val="16"/>
  </w:num>
  <w:num w:numId="11">
    <w:abstractNumId w:val="30"/>
  </w:num>
  <w:num w:numId="12">
    <w:abstractNumId w:val="19"/>
  </w:num>
  <w:num w:numId="13">
    <w:abstractNumId w:val="32"/>
  </w:num>
  <w:num w:numId="14">
    <w:abstractNumId w:val="0"/>
  </w:num>
  <w:num w:numId="15">
    <w:abstractNumId w:val="13"/>
  </w:num>
  <w:num w:numId="16">
    <w:abstractNumId w:val="34"/>
  </w:num>
  <w:num w:numId="17">
    <w:abstractNumId w:val="31"/>
  </w:num>
  <w:num w:numId="18">
    <w:abstractNumId w:val="26"/>
  </w:num>
  <w:num w:numId="19">
    <w:abstractNumId w:val="12"/>
  </w:num>
  <w:num w:numId="20">
    <w:abstractNumId w:val="2"/>
  </w:num>
  <w:num w:numId="21">
    <w:abstractNumId w:val="25"/>
  </w:num>
  <w:num w:numId="22">
    <w:abstractNumId w:val="40"/>
  </w:num>
  <w:num w:numId="23">
    <w:abstractNumId w:val="10"/>
  </w:num>
  <w:num w:numId="24">
    <w:abstractNumId w:val="11"/>
  </w:num>
  <w:num w:numId="25">
    <w:abstractNumId w:val="3"/>
  </w:num>
  <w:num w:numId="26">
    <w:abstractNumId w:val="36"/>
  </w:num>
  <w:num w:numId="27">
    <w:abstractNumId w:val="17"/>
  </w:num>
  <w:num w:numId="28">
    <w:abstractNumId w:val="6"/>
  </w:num>
  <w:num w:numId="29">
    <w:abstractNumId w:val="28"/>
  </w:num>
  <w:num w:numId="30">
    <w:abstractNumId w:val="9"/>
  </w:num>
  <w:num w:numId="31">
    <w:abstractNumId w:val="35"/>
  </w:num>
  <w:num w:numId="32">
    <w:abstractNumId w:val="1"/>
  </w:num>
  <w:num w:numId="33">
    <w:abstractNumId w:val="23"/>
  </w:num>
  <w:num w:numId="34">
    <w:abstractNumId w:val="39"/>
  </w:num>
  <w:num w:numId="35">
    <w:abstractNumId w:val="22"/>
  </w:num>
  <w:num w:numId="36">
    <w:abstractNumId w:val="15"/>
  </w:num>
  <w:num w:numId="37">
    <w:abstractNumId w:val="14"/>
  </w:num>
  <w:num w:numId="38">
    <w:abstractNumId w:val="21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53DA"/>
    <w:rsid w:val="00007BA9"/>
    <w:rsid w:val="00036818"/>
    <w:rsid w:val="0003761B"/>
    <w:rsid w:val="000D1C98"/>
    <w:rsid w:val="000F3689"/>
    <w:rsid w:val="00103F0C"/>
    <w:rsid w:val="00155F09"/>
    <w:rsid w:val="00162043"/>
    <w:rsid w:val="0018749E"/>
    <w:rsid w:val="001D3DB9"/>
    <w:rsid w:val="001E0C28"/>
    <w:rsid w:val="00217533"/>
    <w:rsid w:val="00242736"/>
    <w:rsid w:val="00277304"/>
    <w:rsid w:val="002A5C7F"/>
    <w:rsid w:val="002B47A5"/>
    <w:rsid w:val="002C1AC3"/>
    <w:rsid w:val="002C6A84"/>
    <w:rsid w:val="002E2939"/>
    <w:rsid w:val="00305DCA"/>
    <w:rsid w:val="00331C89"/>
    <w:rsid w:val="00391FD0"/>
    <w:rsid w:val="003A4394"/>
    <w:rsid w:val="003C51C6"/>
    <w:rsid w:val="003E3D11"/>
    <w:rsid w:val="003E4496"/>
    <w:rsid w:val="003F6302"/>
    <w:rsid w:val="00401FA5"/>
    <w:rsid w:val="004054D1"/>
    <w:rsid w:val="00422059"/>
    <w:rsid w:val="00425C45"/>
    <w:rsid w:val="00436FCB"/>
    <w:rsid w:val="00474629"/>
    <w:rsid w:val="004A591A"/>
    <w:rsid w:val="004C136C"/>
    <w:rsid w:val="004C7456"/>
    <w:rsid w:val="004E09E6"/>
    <w:rsid w:val="0051123F"/>
    <w:rsid w:val="00514385"/>
    <w:rsid w:val="00535A19"/>
    <w:rsid w:val="00543049"/>
    <w:rsid w:val="0057340D"/>
    <w:rsid w:val="00586613"/>
    <w:rsid w:val="005B11A6"/>
    <w:rsid w:val="005B3C11"/>
    <w:rsid w:val="005C43F1"/>
    <w:rsid w:val="005C593F"/>
    <w:rsid w:val="005E7609"/>
    <w:rsid w:val="00627604"/>
    <w:rsid w:val="00633109"/>
    <w:rsid w:val="006656CF"/>
    <w:rsid w:val="006807EF"/>
    <w:rsid w:val="006D5BA7"/>
    <w:rsid w:val="006E3C1A"/>
    <w:rsid w:val="00701817"/>
    <w:rsid w:val="007224F1"/>
    <w:rsid w:val="00751126"/>
    <w:rsid w:val="00760C5A"/>
    <w:rsid w:val="00762C24"/>
    <w:rsid w:val="00783AB1"/>
    <w:rsid w:val="00791550"/>
    <w:rsid w:val="00795B8E"/>
    <w:rsid w:val="007E2990"/>
    <w:rsid w:val="008112F3"/>
    <w:rsid w:val="008446B1"/>
    <w:rsid w:val="008D0A26"/>
    <w:rsid w:val="008E78A6"/>
    <w:rsid w:val="00913E09"/>
    <w:rsid w:val="00941AF2"/>
    <w:rsid w:val="00947A70"/>
    <w:rsid w:val="00980B69"/>
    <w:rsid w:val="00990974"/>
    <w:rsid w:val="009C6E97"/>
    <w:rsid w:val="009F0844"/>
    <w:rsid w:val="00A04C37"/>
    <w:rsid w:val="00A05AEE"/>
    <w:rsid w:val="00A15487"/>
    <w:rsid w:val="00A1701F"/>
    <w:rsid w:val="00A37D0D"/>
    <w:rsid w:val="00A503D3"/>
    <w:rsid w:val="00A75A0D"/>
    <w:rsid w:val="00AA1B4E"/>
    <w:rsid w:val="00AA41FE"/>
    <w:rsid w:val="00AF606D"/>
    <w:rsid w:val="00B13A42"/>
    <w:rsid w:val="00B21ABE"/>
    <w:rsid w:val="00B524EC"/>
    <w:rsid w:val="00B81157"/>
    <w:rsid w:val="00B96FE2"/>
    <w:rsid w:val="00BB3596"/>
    <w:rsid w:val="00BB68FC"/>
    <w:rsid w:val="00BC4F84"/>
    <w:rsid w:val="00BD44BC"/>
    <w:rsid w:val="00BE3BF2"/>
    <w:rsid w:val="00C337DE"/>
    <w:rsid w:val="00C507FB"/>
    <w:rsid w:val="00C60209"/>
    <w:rsid w:val="00C613FD"/>
    <w:rsid w:val="00C94071"/>
    <w:rsid w:val="00CA747B"/>
    <w:rsid w:val="00CD19F2"/>
    <w:rsid w:val="00CE2777"/>
    <w:rsid w:val="00D153DF"/>
    <w:rsid w:val="00D2334F"/>
    <w:rsid w:val="00D96F9E"/>
    <w:rsid w:val="00DC0BCF"/>
    <w:rsid w:val="00DC477C"/>
    <w:rsid w:val="00DD0566"/>
    <w:rsid w:val="00DD3159"/>
    <w:rsid w:val="00DF6491"/>
    <w:rsid w:val="00E36858"/>
    <w:rsid w:val="00E44954"/>
    <w:rsid w:val="00E47484"/>
    <w:rsid w:val="00E6466B"/>
    <w:rsid w:val="00E76D47"/>
    <w:rsid w:val="00EB371D"/>
    <w:rsid w:val="00EB5F8A"/>
    <w:rsid w:val="00EC4138"/>
    <w:rsid w:val="00ED0C6B"/>
    <w:rsid w:val="00ED7641"/>
    <w:rsid w:val="00EE53DA"/>
    <w:rsid w:val="00EE5D18"/>
    <w:rsid w:val="00F04E40"/>
    <w:rsid w:val="00F33D21"/>
    <w:rsid w:val="00F66BD9"/>
    <w:rsid w:val="00F73DD1"/>
    <w:rsid w:val="00F767E8"/>
    <w:rsid w:val="00FA2391"/>
    <w:rsid w:val="00FD4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3D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734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3E44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E449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3E44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E449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5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743</TotalTime>
  <Pages>8</Pages>
  <Words>1418</Words>
  <Characters>8086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ljstojanovic</dc:creator>
  <cp:keywords/>
  <dc:description/>
  <cp:lastModifiedBy>sdjokovic</cp:lastModifiedBy>
  <cp:revision>36</cp:revision>
  <cp:lastPrinted>2018-02-27T07:33:00Z</cp:lastPrinted>
  <dcterms:created xsi:type="dcterms:W3CDTF">2016-06-17T08:28:00Z</dcterms:created>
  <dcterms:modified xsi:type="dcterms:W3CDTF">2018-03-06T10:05:00Z</dcterms:modified>
</cp:coreProperties>
</file>